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906" w:rsidRDefault="00BA7906"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Інформація про виконання антикорупційної програми на 2018-2020 роки</w:t>
      </w:r>
    </w:p>
    <w:p w:rsidR="00BA7906" w:rsidRDefault="00BA7906"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та реалізація визначених у ній заходів</w:t>
      </w:r>
    </w:p>
    <w:p w:rsidR="00BA7906" w:rsidRDefault="00BA7906"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у Головному управлінні Держпродспоживслужби в Харківській області</w:t>
      </w:r>
    </w:p>
    <w:p w:rsidR="00BA7906" w:rsidRPr="00007B2B" w:rsidRDefault="00BA7906" w:rsidP="007C0ACC">
      <w:pPr>
        <w:pStyle w:val="rvps2"/>
        <w:shd w:val="clear" w:color="auto" w:fill="FFFFFF"/>
        <w:spacing w:before="0" w:beforeAutospacing="0" w:after="0" w:afterAutospacing="0"/>
        <w:ind w:left="360"/>
        <w:jc w:val="center"/>
        <w:textAlignment w:val="baseline"/>
        <w:rPr>
          <w:b/>
          <w:bCs/>
          <w:color w:val="000000"/>
          <w:sz w:val="28"/>
          <w:szCs w:val="28"/>
          <w:lang w:val="uk-UA"/>
        </w:rPr>
      </w:pPr>
      <w:r>
        <w:rPr>
          <w:b/>
          <w:bCs/>
          <w:color w:val="000000"/>
          <w:sz w:val="28"/>
          <w:szCs w:val="28"/>
          <w:lang w:val="uk-UA"/>
        </w:rPr>
        <w:t>за ІV квартал 2018 року</w:t>
      </w:r>
    </w:p>
    <w:p w:rsidR="00BA7906" w:rsidRDefault="00BA7906" w:rsidP="00032C09">
      <w:pPr>
        <w:pStyle w:val="rvps2"/>
        <w:shd w:val="clear" w:color="auto" w:fill="FFFFFF"/>
        <w:spacing w:before="0" w:beforeAutospacing="0" w:after="0" w:afterAutospacing="0"/>
        <w:ind w:left="360"/>
        <w:jc w:val="both"/>
        <w:textAlignment w:val="baseline"/>
        <w:rPr>
          <w:b/>
          <w:bCs/>
          <w:color w:val="000000"/>
          <w:sz w:val="28"/>
          <w:szCs w:val="28"/>
          <w:lang w:val="uk-UA"/>
        </w:rPr>
      </w:pPr>
    </w:p>
    <w:tbl>
      <w:tblPr>
        <w:tblW w:w="1468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
        <w:gridCol w:w="710"/>
        <w:gridCol w:w="2408"/>
        <w:gridCol w:w="2834"/>
        <w:gridCol w:w="2125"/>
        <w:gridCol w:w="6605"/>
      </w:tblGrid>
      <w:tr w:rsidR="00BA7906" w:rsidRPr="00FC0EDF" w:rsidTr="000B28E3">
        <w:tc>
          <w:tcPr>
            <w:tcW w:w="716" w:type="dxa"/>
            <w:gridSpan w:val="2"/>
          </w:tcPr>
          <w:p w:rsidR="00BA7906" w:rsidRPr="00FC0EDF" w:rsidRDefault="00BA7906" w:rsidP="00FC0EDF">
            <w:pPr>
              <w:jc w:val="both"/>
              <w:textAlignment w:val="baseline"/>
              <w:rPr>
                <w:b/>
                <w:bCs/>
                <w:color w:val="000000"/>
              </w:rPr>
            </w:pPr>
          </w:p>
          <w:p w:rsidR="00BA7906" w:rsidRPr="00FC0EDF" w:rsidRDefault="00BA7906" w:rsidP="00FC0EDF">
            <w:pPr>
              <w:ind w:left="-108"/>
              <w:jc w:val="both"/>
              <w:textAlignment w:val="baseline"/>
              <w:rPr>
                <w:b/>
                <w:bCs/>
                <w:color w:val="000000"/>
              </w:rPr>
            </w:pPr>
            <w:r w:rsidRPr="00FC0EDF">
              <w:rPr>
                <w:b/>
                <w:bCs/>
                <w:color w:val="000000"/>
              </w:rPr>
              <w:t>№ з/п</w:t>
            </w:r>
          </w:p>
        </w:tc>
        <w:tc>
          <w:tcPr>
            <w:tcW w:w="2408" w:type="dxa"/>
          </w:tcPr>
          <w:p w:rsidR="00BA7906" w:rsidRPr="00FC0EDF" w:rsidRDefault="00BA7906" w:rsidP="00FC0EDF">
            <w:pPr>
              <w:jc w:val="both"/>
              <w:textAlignment w:val="baseline"/>
              <w:rPr>
                <w:b/>
                <w:bCs/>
                <w:color w:val="000000"/>
              </w:rPr>
            </w:pPr>
          </w:p>
          <w:p w:rsidR="00BA7906" w:rsidRPr="00FC0EDF" w:rsidRDefault="00BA7906" w:rsidP="00FC0EDF">
            <w:pPr>
              <w:jc w:val="both"/>
              <w:textAlignment w:val="baseline"/>
              <w:rPr>
                <w:b/>
                <w:bCs/>
                <w:color w:val="000000"/>
              </w:rPr>
            </w:pPr>
            <w:r w:rsidRPr="00FC0EDF">
              <w:rPr>
                <w:b/>
                <w:bCs/>
                <w:color w:val="000000"/>
              </w:rPr>
              <w:t>Корупційний ризик</w:t>
            </w:r>
          </w:p>
        </w:tc>
        <w:tc>
          <w:tcPr>
            <w:tcW w:w="2834" w:type="dxa"/>
          </w:tcPr>
          <w:p w:rsidR="00BA7906" w:rsidRPr="00FC0EDF" w:rsidRDefault="00BA7906" w:rsidP="00FC0EDF">
            <w:pPr>
              <w:jc w:val="both"/>
              <w:textAlignment w:val="baseline"/>
              <w:rPr>
                <w:b/>
                <w:bCs/>
                <w:color w:val="000000"/>
              </w:rPr>
            </w:pPr>
          </w:p>
          <w:p w:rsidR="00BA7906" w:rsidRPr="00FC0EDF" w:rsidRDefault="00BA7906" w:rsidP="00FC0EDF">
            <w:pPr>
              <w:jc w:val="both"/>
              <w:textAlignment w:val="baseline"/>
              <w:rPr>
                <w:b/>
                <w:bCs/>
                <w:color w:val="000000"/>
              </w:rPr>
            </w:pPr>
            <w:r>
              <w:rPr>
                <w:b/>
                <w:bCs/>
                <w:color w:val="000000"/>
              </w:rPr>
              <w:t>Найменування з</w:t>
            </w:r>
            <w:r w:rsidRPr="00A478B9">
              <w:rPr>
                <w:b/>
                <w:bCs/>
                <w:color w:val="000000"/>
              </w:rPr>
              <w:t>аход</w:t>
            </w:r>
            <w:r>
              <w:rPr>
                <w:b/>
                <w:bCs/>
                <w:color w:val="000000"/>
              </w:rPr>
              <w:t>у,</w:t>
            </w:r>
            <w:r w:rsidRPr="00A478B9">
              <w:rPr>
                <w:b/>
                <w:bCs/>
                <w:color w:val="000000"/>
              </w:rPr>
              <w:t xml:space="preserve"> </w:t>
            </w:r>
            <w:r>
              <w:rPr>
                <w:b/>
                <w:bCs/>
                <w:color w:val="000000"/>
              </w:rPr>
              <w:t>зазначеного у антикорупційній програмі</w:t>
            </w:r>
          </w:p>
        </w:tc>
        <w:tc>
          <w:tcPr>
            <w:tcW w:w="2125" w:type="dxa"/>
          </w:tcPr>
          <w:p w:rsidR="00BA7906" w:rsidRPr="00FC0EDF" w:rsidRDefault="00BA7906" w:rsidP="00FC0EDF">
            <w:pPr>
              <w:jc w:val="both"/>
              <w:textAlignment w:val="baseline"/>
              <w:rPr>
                <w:b/>
                <w:bCs/>
                <w:color w:val="000000"/>
              </w:rPr>
            </w:pPr>
          </w:p>
          <w:p w:rsidR="00BA7906" w:rsidRPr="00FC0EDF" w:rsidRDefault="00BA7906" w:rsidP="0091055C">
            <w:pPr>
              <w:jc w:val="both"/>
              <w:textAlignment w:val="baseline"/>
              <w:rPr>
                <w:b/>
                <w:bCs/>
                <w:color w:val="000000"/>
              </w:rPr>
            </w:pPr>
            <w:r w:rsidRPr="00FC0EDF">
              <w:rPr>
                <w:b/>
                <w:bCs/>
                <w:color w:val="000000"/>
              </w:rPr>
              <w:t xml:space="preserve">Строк виконан-ня </w:t>
            </w:r>
            <w:r>
              <w:rPr>
                <w:b/>
                <w:bCs/>
                <w:color w:val="000000"/>
              </w:rPr>
              <w:t>заходу</w:t>
            </w:r>
          </w:p>
        </w:tc>
        <w:tc>
          <w:tcPr>
            <w:tcW w:w="6605" w:type="dxa"/>
          </w:tcPr>
          <w:p w:rsidR="00BA7906" w:rsidRDefault="00BA7906" w:rsidP="00FC0EDF">
            <w:pPr>
              <w:jc w:val="both"/>
              <w:textAlignment w:val="baseline"/>
              <w:rPr>
                <w:b/>
                <w:bCs/>
                <w:color w:val="000000"/>
              </w:rPr>
            </w:pPr>
          </w:p>
          <w:p w:rsidR="00BA7906" w:rsidRPr="00FC0EDF" w:rsidRDefault="00BA7906" w:rsidP="00FC0EDF">
            <w:pPr>
              <w:jc w:val="both"/>
              <w:textAlignment w:val="baseline"/>
              <w:rPr>
                <w:b/>
                <w:bCs/>
                <w:color w:val="000000"/>
              </w:rPr>
            </w:pPr>
            <w:r w:rsidRPr="0091055C">
              <w:rPr>
                <w:b/>
                <w:bCs/>
                <w:color w:val="000000"/>
              </w:rPr>
              <w:t>Стан виконання</w:t>
            </w:r>
          </w:p>
        </w:tc>
      </w:tr>
      <w:tr w:rsidR="00BA7906" w:rsidRPr="00FC0EDF" w:rsidTr="000B28E3">
        <w:tc>
          <w:tcPr>
            <w:tcW w:w="716" w:type="dxa"/>
            <w:gridSpan w:val="2"/>
          </w:tcPr>
          <w:p w:rsidR="00BA7906" w:rsidRPr="00FC0EDF" w:rsidRDefault="00BA7906" w:rsidP="00FC0EDF">
            <w:pPr>
              <w:widowControl w:val="0"/>
              <w:ind w:left="-108"/>
              <w:jc w:val="both"/>
            </w:pPr>
            <w:r w:rsidRPr="00FC0EDF">
              <w:t>1.</w:t>
            </w:r>
          </w:p>
        </w:tc>
        <w:tc>
          <w:tcPr>
            <w:tcW w:w="2408" w:type="dxa"/>
          </w:tcPr>
          <w:p w:rsidR="00BA7906" w:rsidRPr="00FC0EDF" w:rsidRDefault="00BA7906" w:rsidP="00FC0EDF">
            <w:pPr>
              <w:widowControl w:val="0"/>
              <w:ind w:left="-108"/>
              <w:jc w:val="both"/>
            </w:pPr>
            <w:r w:rsidRPr="00FC0EDF">
              <w:rPr>
                <w:b/>
                <w:bCs/>
              </w:rPr>
              <w:t>Ризик</w:t>
            </w:r>
            <w:r w:rsidRPr="00FC0EDF">
              <w:t>: недостатній рівень обізнаності посадових осіб Держ-продспоживслужби, її територіальних орга-нів та державних установ, які входять до сфери її управ-ління щодо вимог Закону.</w:t>
            </w:r>
          </w:p>
          <w:p w:rsidR="00BA7906" w:rsidRPr="00FC0EDF" w:rsidRDefault="00BA7906" w:rsidP="00FC0EDF">
            <w:pPr>
              <w:widowControl w:val="0"/>
              <w:ind w:left="-108"/>
              <w:jc w:val="both"/>
            </w:pPr>
            <w:r w:rsidRPr="00FC0EDF">
              <w:rPr>
                <w:b/>
                <w:bCs/>
              </w:rPr>
              <w:t>Опис</w:t>
            </w:r>
            <w:r w:rsidRPr="00FC0EDF">
              <w:t>: можливі пору-шення посадовими особами Закону в частині подання декларацій; можливі порушення посадовими особами  вимог Закону в частині встановлених обмежень щодо отримання подарунків; можливі порушення посадо-вими особами вимог Закону щодо етичних норм поведінки; вико-ристання в особистих цілях службової інформації, отриманої під час виконання службових обов’язків, можливість вчинити дії щодо її розголо-шення, передачі третім особам з метою отримання неправомірної вигоди.</w:t>
            </w:r>
          </w:p>
        </w:tc>
        <w:tc>
          <w:tcPr>
            <w:tcW w:w="2834" w:type="dxa"/>
          </w:tcPr>
          <w:p w:rsidR="00BA7906" w:rsidRDefault="00BA7906" w:rsidP="00FC0EDF">
            <w:pPr>
              <w:widowControl w:val="0"/>
              <w:jc w:val="both"/>
            </w:pPr>
            <w:r w:rsidRPr="00FC0EDF">
              <w:rPr>
                <w:b/>
                <w:bCs/>
              </w:rPr>
              <w:t>1.</w:t>
            </w:r>
            <w:r w:rsidRPr="00FC0EDF">
              <w:t xml:space="preserve"> Проведення навчання посадовим особам сто-совно видів та термінів подачі е-декларацій, по-відомлень про зміни в майновому стані та від-повідальності за подання недостовірних відомос-тей в деклараціях. Нагадування (в телефон-ному режимі) співробіт-никам, які знаходяться у відпустках, про необхідність подачі щорічної е-декларації.</w:t>
            </w:r>
          </w:p>
          <w:p w:rsidR="00BA7906" w:rsidRPr="00FC0EDF" w:rsidRDefault="00BA7906" w:rsidP="00FC0EDF">
            <w:pPr>
              <w:widowControl w:val="0"/>
              <w:jc w:val="both"/>
            </w:pPr>
          </w:p>
          <w:p w:rsidR="00BA7906" w:rsidRPr="00FC0EDF" w:rsidRDefault="00BA7906" w:rsidP="00FC0EDF">
            <w:pPr>
              <w:widowControl w:val="0"/>
              <w:jc w:val="both"/>
            </w:pPr>
            <w:r w:rsidRPr="00FC0EDF">
              <w:rPr>
                <w:b/>
                <w:bCs/>
              </w:rPr>
              <w:t>2</w:t>
            </w:r>
            <w:r w:rsidRPr="00FC0EDF">
              <w:t xml:space="preserve">. Проведення навчання стосовно вимог Закону щодо обмежень в отри-манні подарунків та відповідальності за пору-шення встановлених Законом обмежень щодо одержання подарунків. </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rPr>
                <w:b/>
                <w:bCs/>
              </w:rPr>
              <w:t>3</w:t>
            </w:r>
            <w:r w:rsidRPr="00FC0EDF">
              <w:t>. Проведення навчання посадовим особам стосовно вимог антикорупційного законодавства щодо правил етичної поведінки.</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rPr>
                <w:b/>
                <w:bCs/>
              </w:rPr>
              <w:t>4</w:t>
            </w:r>
            <w:r w:rsidRPr="00FC0EDF">
              <w:t>.Здійснення моніто-рингу виконання правил етичної поведінки та відповідних принципів та норм, відстеження випадків зловживань службовим становищем.</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rPr>
                <w:b/>
                <w:bCs/>
              </w:rPr>
              <w:t>5.</w:t>
            </w:r>
            <w:r w:rsidRPr="00FC0EDF">
              <w:t xml:space="preserve"> Проведення навчання посадовим особам щодо відповідальності за незаконне використання чи поширення службової інформації з обмеженим доступом.</w:t>
            </w:r>
          </w:p>
        </w:tc>
        <w:tc>
          <w:tcPr>
            <w:tcW w:w="2125" w:type="dxa"/>
          </w:tcPr>
          <w:p w:rsidR="00BA7906" w:rsidRPr="00FC0EDF" w:rsidRDefault="00BA7906" w:rsidP="00FC0EDF">
            <w:pPr>
              <w:widowControl w:val="0"/>
              <w:jc w:val="both"/>
            </w:pPr>
            <w:r w:rsidRPr="00FC0EDF">
              <w:t xml:space="preserve">Щорічно у січні 2019, 2020 років провести навчання серед усіх співробітник-ків з фіксацією підпису співробіт-ника в відомості. </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t>Щорічно у ІІ кварталі 2019, 2020 років про-вести навчання серед усіх праців-ників з фіксацією підпису праців-ника в відомості.</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t>Щорічно у ІІІ кварталі 2019, 2020 років провести навчан-ня серед усіх співробітникків з фіксацією підпису співробітника в відомості.</w:t>
            </w:r>
          </w:p>
          <w:p w:rsidR="00BA7906" w:rsidRPr="00FC0EDF" w:rsidRDefault="00BA7906" w:rsidP="00FC0EDF">
            <w:pPr>
              <w:widowControl w:val="0"/>
            </w:pPr>
          </w:p>
          <w:p w:rsidR="00BA7906" w:rsidRPr="00FC0EDF" w:rsidRDefault="00BA7906" w:rsidP="00FC0EDF">
            <w:pPr>
              <w:widowControl w:val="0"/>
            </w:pPr>
            <w:r w:rsidRPr="00FC0EDF">
              <w:t xml:space="preserve">Щорічно два рази на рік:       </w:t>
            </w:r>
          </w:p>
          <w:p w:rsidR="00BA7906" w:rsidRPr="00FC0EDF" w:rsidRDefault="00BA7906" w:rsidP="00FC0EDF">
            <w:pPr>
              <w:widowControl w:val="0"/>
            </w:pPr>
            <w:r w:rsidRPr="00FC0EDF">
              <w:t>І півріччя</w:t>
            </w:r>
          </w:p>
          <w:p w:rsidR="00BA7906" w:rsidRPr="00FC0EDF" w:rsidRDefault="00BA7906" w:rsidP="00FC0EDF">
            <w:pPr>
              <w:widowControl w:val="0"/>
            </w:pPr>
            <w:r w:rsidRPr="00FC0EDF">
              <w:t>ІІ півріччя</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t>Щорічно в ІV кварталі 2018, 2019, 2020 років провести навчання серед усіх співробітник-ків з фіксацією підпису співробіт-ника в відомості</w:t>
            </w:r>
          </w:p>
          <w:p w:rsidR="00BA7906" w:rsidRPr="00FC0EDF" w:rsidRDefault="00BA7906" w:rsidP="00FC0EDF">
            <w:pPr>
              <w:widowControl w:val="0"/>
            </w:pPr>
          </w:p>
        </w:tc>
        <w:tc>
          <w:tcPr>
            <w:tcW w:w="6605" w:type="dxa"/>
          </w:tcPr>
          <w:p w:rsidR="00BA7906" w:rsidRDefault="00BA7906" w:rsidP="00FC0EDF">
            <w:pPr>
              <w:ind w:right="-108"/>
              <w:jc w:val="both"/>
              <w:textAlignment w:val="baseline"/>
            </w:pPr>
            <w:r>
              <w:t xml:space="preserve">1.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FC0EDF">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FC0EDF">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jc w:val="both"/>
              <w:textAlignment w:val="baseline"/>
            </w:pPr>
            <w:r>
              <w:t>Співробітникам, які знаходяться у відпустках, та особам, які звільнилися у 2018 році, направлено листи-нагадування про необхідність подачі щорічних та після звільнення (відповідно) е-декларацій.</w:t>
            </w: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235053">
            <w:pPr>
              <w:ind w:right="-108"/>
              <w:jc w:val="both"/>
              <w:textAlignment w:val="baseline"/>
            </w:pPr>
            <w:r>
              <w:t xml:space="preserve">2.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235053">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235053">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jc w:val="both"/>
              <w:textAlignment w:val="baseline"/>
            </w:pPr>
          </w:p>
          <w:p w:rsidR="00BA7906" w:rsidRDefault="00BA7906" w:rsidP="00B8237C">
            <w:pPr>
              <w:ind w:right="-108"/>
              <w:jc w:val="both"/>
              <w:textAlignment w:val="baseline"/>
            </w:pPr>
            <w:r>
              <w:t xml:space="preserve">3.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B8237C">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B8237C">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jc w:val="both"/>
              <w:textAlignment w:val="baseline"/>
            </w:pPr>
          </w:p>
          <w:p w:rsidR="00BA7906" w:rsidRDefault="00BA7906" w:rsidP="00FC0EDF">
            <w:pPr>
              <w:ind w:right="-108"/>
              <w:jc w:val="both"/>
              <w:textAlignment w:val="baseline"/>
            </w:pPr>
            <w:r>
              <w:t xml:space="preserve">4. </w:t>
            </w:r>
            <w:r w:rsidRPr="00806E07">
              <w:t>На протя</w:t>
            </w:r>
            <w:r>
              <w:t>зі</w:t>
            </w:r>
            <w:r w:rsidRPr="00806E07">
              <w:t xml:space="preserve"> </w:t>
            </w:r>
            <w:r>
              <w:rPr>
                <w:lang w:val="en-US"/>
              </w:rPr>
              <w:t>I</w:t>
            </w:r>
            <w:r w:rsidRPr="00806E07">
              <w:t xml:space="preserve"> </w:t>
            </w:r>
            <w:r>
              <w:t xml:space="preserve">та </w:t>
            </w:r>
            <w:r>
              <w:rPr>
                <w:lang w:val="en-US"/>
              </w:rPr>
              <w:t>II</w:t>
            </w:r>
            <w:r>
              <w:t xml:space="preserve"> півріччя 2018 року керівниками структурних підрозділів Головного управління та Установ, які відносяться до сфери управління Держпродспоживслужби, здійснювався моніторинг виконання правил етичної поведінки та відповідних принципів та норм, також проводилося відстеження випадків зловживань службовим становищем. За звітні періоди порушень правил етичної поведінки, зловживань службовим становищем не виявлено.</w:t>
            </w:r>
          </w:p>
          <w:p w:rsidR="00BA7906" w:rsidRDefault="00BA7906" w:rsidP="00FC0EDF">
            <w:pPr>
              <w:ind w:right="-108"/>
              <w:jc w:val="both"/>
              <w:textAlignment w:val="baseline"/>
            </w:pPr>
          </w:p>
          <w:p w:rsidR="00BA7906" w:rsidRDefault="00BA7906" w:rsidP="00051888">
            <w:pPr>
              <w:ind w:right="-108"/>
              <w:jc w:val="both"/>
              <w:textAlignment w:val="baseline"/>
            </w:pPr>
            <w:r>
              <w:t xml:space="preserve">5.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051888">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Pr="00B02456" w:rsidRDefault="00BA7906" w:rsidP="00FC0EDF">
            <w:pPr>
              <w:ind w:right="-108"/>
              <w:jc w:val="both"/>
              <w:textAlignment w:val="baseline"/>
            </w:pPr>
            <w:r>
              <w:t>(робота продовжується, в плані − 23 структурних підрозділів та Установ)</w:t>
            </w:r>
          </w:p>
        </w:tc>
      </w:tr>
      <w:tr w:rsidR="00BA7906" w:rsidRPr="00FC0EDF" w:rsidTr="000B28E3">
        <w:tc>
          <w:tcPr>
            <w:tcW w:w="716" w:type="dxa"/>
            <w:gridSpan w:val="2"/>
          </w:tcPr>
          <w:p w:rsidR="00BA7906" w:rsidRPr="00FC0EDF" w:rsidRDefault="00BA7906" w:rsidP="00FC0EDF">
            <w:pPr>
              <w:widowControl w:val="0"/>
              <w:ind w:left="-108"/>
              <w:jc w:val="both"/>
            </w:pPr>
            <w:r w:rsidRPr="00FC0EDF">
              <w:t>2.</w:t>
            </w:r>
          </w:p>
        </w:tc>
        <w:tc>
          <w:tcPr>
            <w:tcW w:w="2408" w:type="dxa"/>
          </w:tcPr>
          <w:p w:rsidR="00BA7906" w:rsidRPr="00FC0EDF" w:rsidRDefault="00BA7906" w:rsidP="00FC0EDF">
            <w:pPr>
              <w:widowControl w:val="0"/>
              <w:ind w:left="-108"/>
              <w:jc w:val="both"/>
            </w:pPr>
            <w:r w:rsidRPr="00FC0EDF">
              <w:rPr>
                <w:b/>
                <w:bCs/>
              </w:rPr>
              <w:t>Ризик</w:t>
            </w:r>
            <w:r w:rsidRPr="00FC0EDF">
              <w:t>: недостатній рівень знань посадо-вих осіб Служби щодо вимог Закону з запобігання та врегу-лювання конфлікту інтересів.</w:t>
            </w:r>
          </w:p>
          <w:p w:rsidR="00BA7906" w:rsidRPr="00FC0EDF" w:rsidRDefault="00BA7906" w:rsidP="00FC0EDF">
            <w:pPr>
              <w:widowControl w:val="0"/>
              <w:ind w:left="-108"/>
              <w:jc w:val="both"/>
            </w:pPr>
            <w:r w:rsidRPr="00FC0EDF">
              <w:rPr>
                <w:b/>
                <w:bCs/>
              </w:rPr>
              <w:t>Опис</w:t>
            </w:r>
            <w:r w:rsidRPr="00FC0EDF">
              <w:t>: неповідомлен-ня посадовою особою про наявність у неї реального чи потен-ційного конфлікту інтересів, вчинення посадовою особою дій та прийняття рішень в умовах реального конфлікту інтересів, навмисне приховування конфлікту інтересів.</w:t>
            </w:r>
          </w:p>
        </w:tc>
        <w:tc>
          <w:tcPr>
            <w:tcW w:w="2834" w:type="dxa"/>
          </w:tcPr>
          <w:p w:rsidR="00BA7906" w:rsidRDefault="00BA7906" w:rsidP="00FC0EDF">
            <w:pPr>
              <w:widowControl w:val="0"/>
              <w:jc w:val="both"/>
            </w:pPr>
            <w:r w:rsidRPr="00FC0EDF">
              <w:rPr>
                <w:b/>
                <w:bCs/>
              </w:rPr>
              <w:t>1.</w:t>
            </w:r>
            <w:r w:rsidRPr="00FC0EDF">
              <w:t xml:space="preserve"> Проведення навчання всіх посадових осіб щодо вимог Закону з визначення поняття «конфлікт інтересів», шляхів і способів його врегулювання із доведенням типових ситуацій порушення Закону.</w:t>
            </w:r>
          </w:p>
          <w:p w:rsidR="00BA7906" w:rsidRDefault="00BA7906" w:rsidP="00FC0EDF">
            <w:pPr>
              <w:widowControl w:val="0"/>
              <w:jc w:val="both"/>
            </w:pPr>
          </w:p>
          <w:p w:rsidR="00BA7906" w:rsidRDefault="00BA7906" w:rsidP="00FC0EDF">
            <w:pPr>
              <w:widowControl w:val="0"/>
              <w:jc w:val="both"/>
            </w:pPr>
            <w:r w:rsidRPr="00FC0EDF">
              <w:rPr>
                <w:b/>
                <w:bCs/>
              </w:rPr>
              <w:t>2.</w:t>
            </w:r>
            <w:r w:rsidRPr="00FC0EDF">
              <w:t xml:space="preserve"> Попередження кожної посадової особи про персональну відпові-дальність за порушення вимог Закону щодо запобігання та врегулю-вання конфлікту інтере-сів із зазначенням статей нормативно-правових актів, якими така відповідальність вста-новлена, та санкцій, які вони передбачають</w:t>
            </w: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p>
          <w:p w:rsidR="00BA7906" w:rsidRDefault="00BA7906" w:rsidP="00FC0EDF">
            <w:pPr>
              <w:widowControl w:val="0"/>
              <w:jc w:val="both"/>
            </w:pPr>
            <w:r w:rsidRPr="00FC0EDF">
              <w:rPr>
                <w:b/>
                <w:bCs/>
              </w:rPr>
              <w:t>3.</w:t>
            </w:r>
            <w:r w:rsidRPr="00FC0EDF">
              <w:t xml:space="preserve"> Затвердження інформаційної пам’ятки стосовно порядку дій працівників для запобі-гання та врегулювання конфлікту інтересів.</w:t>
            </w:r>
          </w:p>
          <w:p w:rsidR="00BA7906" w:rsidRDefault="00BA7906" w:rsidP="00FC0EDF">
            <w:pPr>
              <w:widowControl w:val="0"/>
              <w:jc w:val="both"/>
            </w:pPr>
          </w:p>
          <w:p w:rsidR="00BA7906" w:rsidRPr="00FC0EDF" w:rsidRDefault="00BA7906" w:rsidP="00FC0EDF">
            <w:pPr>
              <w:widowControl w:val="0"/>
              <w:jc w:val="both"/>
            </w:pPr>
            <w:r w:rsidRPr="00FC0EDF">
              <w:rPr>
                <w:b/>
                <w:bCs/>
              </w:rPr>
              <w:t>4</w:t>
            </w:r>
            <w:r w:rsidRPr="00FC0EDF">
              <w:t>. Здійснювати перевірки стану роботи з питань запобігання корупції в територіальних органах Держпродспоживслужби державних установах та підприємствах, які вхо-дять до сфери її управ-ління з проведенням роз’яснювальної роботи уповноваженим з питань запобігання корупції з особливою увагою до ви-мог Закону щодо запо-бігання та врегулювання конфлікту інтересів.</w:t>
            </w:r>
          </w:p>
        </w:tc>
        <w:tc>
          <w:tcPr>
            <w:tcW w:w="2125" w:type="dxa"/>
          </w:tcPr>
          <w:p w:rsidR="00BA7906" w:rsidRPr="00FC0EDF" w:rsidRDefault="00BA7906" w:rsidP="00FC0EDF">
            <w:pPr>
              <w:widowControl w:val="0"/>
              <w:jc w:val="both"/>
            </w:pPr>
            <w:r w:rsidRPr="00FC0EDF">
              <w:t>Щорічно в ІV кварталі 2018, 2019, 2020 років провести навчання серед усіх співробітник-ків з фіксацією підпису співробіт-ника в відомості</w:t>
            </w: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Щорічно в ІV кварталі 2018, 2019, 2020 років з фіксацією підпису співробітника в відомості</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r w:rsidRPr="00FC0EDF">
              <w:t>І квартал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r w:rsidRPr="00FC0EDF">
              <w:t>Щоквартально 2019, 2020 роки.</w:t>
            </w:r>
          </w:p>
        </w:tc>
        <w:tc>
          <w:tcPr>
            <w:tcW w:w="6605" w:type="dxa"/>
          </w:tcPr>
          <w:p w:rsidR="00BA7906" w:rsidRDefault="00BA7906" w:rsidP="00BB2888">
            <w:pPr>
              <w:ind w:right="-108"/>
              <w:jc w:val="both"/>
              <w:textAlignment w:val="baseline"/>
            </w:pPr>
            <w:r>
              <w:t xml:space="preserve">1.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BB2888">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BB2888">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BB2888">
            <w:pPr>
              <w:ind w:right="-108"/>
              <w:jc w:val="both"/>
              <w:textAlignment w:val="baseline"/>
            </w:pPr>
            <w:r>
              <w:t>2.</w:t>
            </w:r>
          </w:p>
          <w:p w:rsidR="00BA7906" w:rsidRDefault="00BA7906" w:rsidP="00BB2888">
            <w:pPr>
              <w:ind w:right="-108"/>
              <w:jc w:val="both"/>
              <w:textAlignment w:val="baseline"/>
            </w:pPr>
            <w:r>
              <w:t xml:space="preserve">2.1. При проведенні лекцій кожну посадову особу попереджено 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BA7906" w:rsidRDefault="00BA7906" w:rsidP="00FC0EDF">
            <w:pPr>
              <w:ind w:right="-108"/>
              <w:jc w:val="both"/>
              <w:textAlignment w:val="baseline"/>
            </w:pPr>
            <w:r>
              <w:t>2.2. На інформаційних стендах в приміщеннях структурних підрозділів Головного управління та Установах, які відносяться до сфери управління Держпродспоживслужби, розміщено пам’</w:t>
            </w:r>
            <w:r w:rsidRPr="00AB5AE9">
              <w:t xml:space="preserve">ятку </w:t>
            </w:r>
            <w:r>
              <w:t xml:space="preserve">про персональну відповідальність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 та санкцій, які вони передбачають</w:t>
            </w:r>
            <w:r>
              <w:t>;</w:t>
            </w:r>
          </w:p>
          <w:p w:rsidR="00BA7906" w:rsidRDefault="00BA7906" w:rsidP="00FC0EDF">
            <w:pPr>
              <w:ind w:right="-108"/>
              <w:jc w:val="both"/>
              <w:textAlignment w:val="baseline"/>
            </w:pPr>
            <w:r>
              <w:t xml:space="preserve">2.3. При прийомі на роботу особа попереджається щодо персональної відповідальності </w:t>
            </w:r>
            <w:r w:rsidRPr="00FC0EDF">
              <w:t>за порушення вимог Зак</w:t>
            </w:r>
            <w:r>
              <w:t>ону щодо запобігання та врегулювання конфлікту інтере</w:t>
            </w:r>
            <w:r w:rsidRPr="00FC0EDF">
              <w:t>сів із зазначенням статей нормативно-правових актів, я</w:t>
            </w:r>
            <w:r>
              <w:t>кими така відповідальність вста</w:t>
            </w:r>
            <w:r w:rsidRPr="00FC0EDF">
              <w:t>новлена</w:t>
            </w:r>
            <w:r>
              <w:t>, з фіксацією підпису у пам’</w:t>
            </w:r>
            <w:r w:rsidRPr="00AB5AE9">
              <w:t>ятці.</w:t>
            </w:r>
          </w:p>
          <w:p w:rsidR="00BA7906" w:rsidRDefault="00BA7906" w:rsidP="00FC0EDF">
            <w:pPr>
              <w:ind w:right="-108"/>
              <w:jc w:val="both"/>
              <w:textAlignment w:val="baseline"/>
            </w:pPr>
          </w:p>
          <w:p w:rsidR="00BA7906" w:rsidRDefault="00BA7906" w:rsidP="00FC0EDF">
            <w:pPr>
              <w:ind w:right="-108"/>
              <w:jc w:val="both"/>
              <w:textAlignment w:val="baseline"/>
            </w:pPr>
            <w:r>
              <w:t>3. Пам’</w:t>
            </w:r>
            <w:r w:rsidRPr="008021CB">
              <w:t xml:space="preserve">ятку стосовно алгоритму дій працівників щодо запобігання та врегулювання конфлікту інтересів розроблено. </w:t>
            </w:r>
            <w:r>
              <w:t>Доведено працівникам до відома. Розміщено на інформаційних стендах в приміщеннях структурних підрозділів Головного управління та Установах, які відносяться до сфери управління Держпродспоживслужби.</w:t>
            </w:r>
          </w:p>
          <w:p w:rsidR="00BA7906" w:rsidRDefault="00BA7906" w:rsidP="00FC0EDF">
            <w:pPr>
              <w:ind w:right="-108"/>
              <w:jc w:val="both"/>
              <w:textAlignment w:val="baseline"/>
            </w:pPr>
          </w:p>
          <w:p w:rsidR="00BA7906" w:rsidRPr="008021CB" w:rsidRDefault="00BA7906" w:rsidP="00FC0EDF">
            <w:pPr>
              <w:ind w:right="-108"/>
              <w:jc w:val="both"/>
              <w:textAlignment w:val="baseline"/>
            </w:pPr>
            <w:r>
              <w:t>4.</w:t>
            </w:r>
          </w:p>
        </w:tc>
      </w:tr>
      <w:tr w:rsidR="00BA7906" w:rsidRPr="00FC0EDF" w:rsidTr="000B28E3">
        <w:tc>
          <w:tcPr>
            <w:tcW w:w="716" w:type="dxa"/>
            <w:gridSpan w:val="2"/>
          </w:tcPr>
          <w:p w:rsidR="00BA7906" w:rsidRPr="00FC0EDF" w:rsidRDefault="00BA7906" w:rsidP="00FC0EDF">
            <w:pPr>
              <w:widowControl w:val="0"/>
              <w:ind w:left="-108"/>
              <w:jc w:val="both"/>
            </w:pPr>
            <w:r w:rsidRPr="00FC0EDF">
              <w:t>3.</w:t>
            </w:r>
          </w:p>
          <w:p w:rsidR="00BA7906" w:rsidRPr="00FC0EDF" w:rsidRDefault="00BA7906" w:rsidP="00FC0EDF">
            <w:pPr>
              <w:widowControl w:val="0"/>
              <w:ind w:left="-108"/>
              <w:jc w:val="both"/>
            </w:pPr>
          </w:p>
        </w:tc>
        <w:tc>
          <w:tcPr>
            <w:tcW w:w="2408" w:type="dxa"/>
          </w:tcPr>
          <w:p w:rsidR="00BA7906" w:rsidRPr="00FC0EDF" w:rsidRDefault="00BA7906" w:rsidP="00FC0EDF">
            <w:pPr>
              <w:widowControl w:val="0"/>
              <w:ind w:left="-108"/>
              <w:jc w:val="both"/>
            </w:pPr>
            <w:r w:rsidRPr="00FC0EDF">
              <w:rPr>
                <w:b/>
                <w:bCs/>
              </w:rPr>
              <w:t>Ризик</w:t>
            </w:r>
            <w:r w:rsidRPr="00FC0EDF">
              <w:t>: недостатній рівень обізнаності посадових осіб з вимогами Закону щодо сумісництва та суміщення.</w:t>
            </w:r>
          </w:p>
          <w:p w:rsidR="00BA7906" w:rsidRPr="00FC0EDF" w:rsidRDefault="00BA7906" w:rsidP="00FC0EDF">
            <w:pPr>
              <w:widowControl w:val="0"/>
              <w:ind w:left="-108"/>
              <w:jc w:val="both"/>
            </w:pPr>
            <w:r w:rsidRPr="00FC0EDF">
              <w:rPr>
                <w:b/>
                <w:bCs/>
              </w:rPr>
              <w:t>Опис</w:t>
            </w:r>
            <w:r w:rsidRPr="00FC0EDF">
              <w:t>: недотримання особами, зазначеними в </w:t>
            </w:r>
            <w:hyperlink r:id="rId7" w:anchor="n26" w:history="1">
              <w:r w:rsidRPr="00FC0EDF">
                <w:t>пункті 1</w:t>
              </w:r>
            </w:hyperlink>
            <w:r w:rsidRPr="00FC0EDF">
              <w:t> частини першої статті 3 Закону вимог не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 входити до складу правління, інших виконавчих чи контрольних органів, наглядової ради під-приємства або орга-нізації, що має на меті одержання прибутку.</w:t>
            </w:r>
          </w:p>
        </w:tc>
        <w:tc>
          <w:tcPr>
            <w:tcW w:w="2834" w:type="dxa"/>
          </w:tcPr>
          <w:p w:rsidR="00BA7906" w:rsidRPr="00FC0EDF" w:rsidRDefault="00BA7906" w:rsidP="00FC0EDF">
            <w:pPr>
              <w:widowControl w:val="0"/>
              <w:jc w:val="both"/>
            </w:pPr>
            <w:r w:rsidRPr="00FC0EDF">
              <w:rPr>
                <w:b/>
                <w:bCs/>
              </w:rPr>
              <w:t xml:space="preserve">1. </w:t>
            </w:r>
            <w:r w:rsidRPr="00FC0EDF">
              <w:t xml:space="preserve">Проведення навчання посадовим особам стосовно вимог Закону  щодо сумісництва та суміщення та відпові-дальності за порушення встановлених законом обмежень </w:t>
            </w:r>
          </w:p>
        </w:tc>
        <w:tc>
          <w:tcPr>
            <w:tcW w:w="2125" w:type="dxa"/>
          </w:tcPr>
          <w:p w:rsidR="00BA7906" w:rsidRPr="00FC0EDF" w:rsidRDefault="00BA7906" w:rsidP="00FC0EDF">
            <w:pPr>
              <w:widowControl w:val="0"/>
              <w:jc w:val="both"/>
            </w:pPr>
            <w:r w:rsidRPr="00FC0EDF">
              <w:t>Щорічно у ІІ кварталі  2019, 2020 років провести навчан-ня серед усіх співробітників з фіксацією підпису співробітника в відомості</w:t>
            </w:r>
          </w:p>
          <w:p w:rsidR="00BA7906" w:rsidRPr="00FC0EDF" w:rsidRDefault="00BA7906" w:rsidP="00FC0EDF">
            <w:pPr>
              <w:widowControl w:val="0"/>
            </w:pPr>
          </w:p>
        </w:tc>
        <w:tc>
          <w:tcPr>
            <w:tcW w:w="6605" w:type="dxa"/>
          </w:tcPr>
          <w:p w:rsidR="00BA7906" w:rsidRDefault="00BA7906" w:rsidP="005E77A4">
            <w:pPr>
              <w:ind w:right="-108"/>
              <w:jc w:val="both"/>
              <w:textAlignment w:val="baseline"/>
            </w:pPr>
            <w:r>
              <w:t>1.</w:t>
            </w:r>
          </w:p>
          <w:p w:rsidR="00BA7906" w:rsidRDefault="00BA7906" w:rsidP="005E77A4">
            <w:pPr>
              <w:ind w:right="-108"/>
              <w:jc w:val="both"/>
              <w:textAlignment w:val="baseline"/>
            </w:pPr>
            <w:r>
              <w:t xml:space="preserve">1.1.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5E77A4">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5E77A4">
            <w:pPr>
              <w:ind w:right="-108"/>
              <w:jc w:val="both"/>
              <w:textAlignment w:val="baseline"/>
            </w:pPr>
            <w:r>
              <w:t>(робота продовжується, в плані − 23 структурних підрозділів та Установ)</w:t>
            </w:r>
          </w:p>
          <w:p w:rsidR="00BA7906" w:rsidRDefault="00BA7906" w:rsidP="005E77A4">
            <w:pPr>
              <w:ind w:right="-108"/>
              <w:jc w:val="both"/>
              <w:textAlignment w:val="baseline"/>
            </w:pPr>
            <w:r>
              <w:t>1.2. На інформаційних стендах в приміщеннях структурних підрозділів Головного управління та Установах, які відносяться до сфери управління Держпродспоживслужби, розміщено пам’</w:t>
            </w:r>
            <w:r w:rsidRPr="00AB5AE9">
              <w:t xml:space="preserve">ятку </w:t>
            </w:r>
            <w:r>
              <w:t xml:space="preserve">про відповідальність </w:t>
            </w:r>
            <w:r w:rsidRPr="00FC0EDF">
              <w:t>за порушення вимог Зак</w:t>
            </w:r>
            <w:r>
              <w:t xml:space="preserve">ону щодо </w:t>
            </w:r>
            <w:r w:rsidRPr="00FC0EDF">
              <w:t>сумісництва та суміщення</w:t>
            </w:r>
            <w:r>
              <w:t>;</w:t>
            </w:r>
          </w:p>
          <w:p w:rsidR="00BA7906" w:rsidRPr="00FC0EDF" w:rsidRDefault="00BA7906" w:rsidP="005E77A4">
            <w:pPr>
              <w:ind w:right="-108"/>
              <w:jc w:val="both"/>
              <w:textAlignment w:val="baseline"/>
            </w:pPr>
            <w:r>
              <w:t xml:space="preserve">2.3. При прийомі на роботу особа попереджається про відповідальність </w:t>
            </w:r>
            <w:r w:rsidRPr="00FC0EDF">
              <w:t>за порушення вимог Зак</w:t>
            </w:r>
            <w:r>
              <w:t xml:space="preserve">ону щодо </w:t>
            </w:r>
            <w:r w:rsidRPr="00FC0EDF">
              <w:t>сумісництва та суміщення</w:t>
            </w:r>
            <w:r>
              <w:t>, з фіксацією підпису у пам’</w:t>
            </w:r>
            <w:r w:rsidRPr="00AB5AE9">
              <w:t>ятці.</w:t>
            </w:r>
          </w:p>
        </w:tc>
      </w:tr>
      <w:tr w:rsidR="00BA7906" w:rsidRPr="00C516A4" w:rsidTr="000B28E3">
        <w:tc>
          <w:tcPr>
            <w:tcW w:w="716" w:type="dxa"/>
            <w:gridSpan w:val="2"/>
          </w:tcPr>
          <w:p w:rsidR="00BA7906" w:rsidRPr="00FC0EDF" w:rsidRDefault="00BA7906" w:rsidP="00FC0EDF">
            <w:pPr>
              <w:widowControl w:val="0"/>
              <w:ind w:left="-108"/>
              <w:jc w:val="both"/>
            </w:pPr>
            <w:r w:rsidRPr="00FC0EDF">
              <w:t>4.</w:t>
            </w:r>
          </w:p>
          <w:p w:rsidR="00BA7906" w:rsidRPr="00FC0EDF" w:rsidRDefault="00BA7906" w:rsidP="00FC0EDF">
            <w:pPr>
              <w:widowControl w:val="0"/>
              <w:ind w:left="-108"/>
              <w:jc w:val="both"/>
            </w:pPr>
          </w:p>
        </w:tc>
        <w:tc>
          <w:tcPr>
            <w:tcW w:w="2408" w:type="dxa"/>
          </w:tcPr>
          <w:p w:rsidR="00BA7906" w:rsidRPr="00FC0EDF" w:rsidRDefault="00BA7906" w:rsidP="00FC0EDF">
            <w:pPr>
              <w:widowControl w:val="0"/>
              <w:ind w:left="-108"/>
              <w:jc w:val="both"/>
            </w:pPr>
            <w:r w:rsidRPr="00FC0EDF">
              <w:rPr>
                <w:b/>
                <w:bCs/>
              </w:rPr>
              <w:t>Ризик</w:t>
            </w:r>
            <w:r w:rsidRPr="00FC0EDF">
              <w:t>: недостатній рівень знань членів конкурсної комісії щодо вимог Закону, вплив з боку посадових або інших осіб на результати конкурсу на заняття посад державних службовців.</w:t>
            </w:r>
          </w:p>
          <w:p w:rsidR="00BA7906" w:rsidRPr="00FC0EDF" w:rsidRDefault="00BA7906"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проходженні конкурсу.</w:t>
            </w:r>
          </w:p>
        </w:tc>
        <w:tc>
          <w:tcPr>
            <w:tcW w:w="2834" w:type="dxa"/>
          </w:tcPr>
          <w:p w:rsidR="00BA7906" w:rsidRPr="00FC0EDF" w:rsidRDefault="00BA7906" w:rsidP="00FC0EDF">
            <w:pPr>
              <w:widowControl w:val="0"/>
              <w:jc w:val="both"/>
            </w:pPr>
            <w:r w:rsidRPr="00FC0EDF">
              <w:rPr>
                <w:b/>
                <w:bCs/>
              </w:rPr>
              <w:t>1.</w:t>
            </w:r>
            <w:r w:rsidRPr="00FC0EDF">
              <w:t xml:space="preserve"> Проведення обов’яз-кового інструктажу для членів конкурсної комісії в частині дотримання вимог антикорупційного законодавства.</w:t>
            </w: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Default="00BA7906" w:rsidP="00FC0EDF">
            <w:pPr>
              <w:widowControl w:val="0"/>
              <w:jc w:val="both"/>
            </w:pPr>
            <w:r w:rsidRPr="00FC0EDF">
              <w:rPr>
                <w:b/>
                <w:bCs/>
              </w:rPr>
              <w:t>2.</w:t>
            </w:r>
            <w:r w:rsidRPr="00FC0EDF">
              <w:t xml:space="preserve"> Здійснення заходів щодо запобігання залу-ченню внутрішніх пре-тендентів на посаду (осіб, які вже працюють в органі), до будь-яких заходів з організації чи проведення конкурсу (у тому числі якщо таким претендентом є член конкурсної комісії – повідомлення про це на першому засіданні комі-сії після подання доку-ментів до участі в кон-курсі та не приймати участь у конкурсній про-цедурі на цю посаду; недопущення надання доступу таким особам до інформації про завдання, які вирішуватимуть пре-тенденти, а у разі отри-мання такої інформації – зміна відповідних зав-дань тощо).</w:t>
            </w:r>
          </w:p>
          <w:p w:rsidR="00BA7906" w:rsidRPr="00FC0EDF" w:rsidRDefault="00BA7906" w:rsidP="00FC0EDF">
            <w:pPr>
              <w:widowControl w:val="0"/>
              <w:jc w:val="both"/>
            </w:pPr>
          </w:p>
          <w:p w:rsidR="00BA7906" w:rsidRPr="00FC0EDF" w:rsidRDefault="00BA7906" w:rsidP="00FC0EDF">
            <w:pPr>
              <w:widowControl w:val="0"/>
              <w:jc w:val="both"/>
              <w:rPr>
                <w:sz w:val="10"/>
                <w:szCs w:val="10"/>
              </w:rPr>
            </w:pPr>
            <w:r w:rsidRPr="00FC0EDF">
              <w:rPr>
                <w:b/>
                <w:bCs/>
              </w:rPr>
              <w:t>3.</w:t>
            </w:r>
            <w:r w:rsidRPr="00FC0EDF">
              <w:t xml:space="preserve"> Розробка внутрішньо-го механізму повідом-лення членом конкурсної комісії про конфлікт інтересів та подальших дій у зв’язку з таким конфліктом інтересів. Ознайомлення членів комісії з таким меха-нізмом та попередження про відповідальність у разі його порушення.</w:t>
            </w:r>
          </w:p>
        </w:tc>
        <w:tc>
          <w:tcPr>
            <w:tcW w:w="2125" w:type="dxa"/>
          </w:tcPr>
          <w:p w:rsidR="00BA7906" w:rsidRPr="00FC0EDF" w:rsidRDefault="00BA7906" w:rsidP="00FC0EDF">
            <w:pPr>
              <w:widowControl w:val="0"/>
              <w:jc w:val="both"/>
            </w:pPr>
            <w:r w:rsidRPr="00FC0EDF">
              <w:t>Постійно, перед проведенням конкурсу з фіксацією підпису членів комісії в відомості про ознайомлення</w:t>
            </w: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В разі настання такої ситуації</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І квартал 2019 року</w:t>
            </w:r>
          </w:p>
          <w:p w:rsidR="00BA7906" w:rsidRPr="00FC0EDF" w:rsidRDefault="00BA7906" w:rsidP="00FC0EDF">
            <w:pPr>
              <w:widowControl w:val="0"/>
            </w:pPr>
          </w:p>
        </w:tc>
        <w:tc>
          <w:tcPr>
            <w:tcW w:w="6605" w:type="dxa"/>
          </w:tcPr>
          <w:p w:rsidR="00BA7906" w:rsidRPr="00431FF5" w:rsidRDefault="00BA7906" w:rsidP="00FC0EDF">
            <w:pPr>
              <w:ind w:right="-108"/>
              <w:jc w:val="both"/>
              <w:textAlignment w:val="baseline"/>
              <w:rPr>
                <w:color w:val="000000"/>
              </w:rPr>
            </w:pPr>
            <w:r w:rsidRPr="00C516A4">
              <w:rPr>
                <w:color w:val="000000"/>
              </w:rPr>
              <w:t xml:space="preserve">1. </w:t>
            </w:r>
            <w:r w:rsidRPr="00431FF5">
              <w:rPr>
                <w:color w:val="000000"/>
              </w:rPr>
              <w:t>З початку 2018 року було проведено 24 конкурсів, з яких у ІV кварталі − 4 конкурси.</w:t>
            </w:r>
          </w:p>
          <w:p w:rsidR="00BA7906" w:rsidRPr="00431FF5" w:rsidRDefault="00BA7906" w:rsidP="00FC0EDF">
            <w:pPr>
              <w:ind w:right="-108"/>
              <w:jc w:val="both"/>
              <w:textAlignment w:val="baseline"/>
              <w:rPr>
                <w:color w:val="000000"/>
              </w:rPr>
            </w:pPr>
            <w:r w:rsidRPr="00431FF5">
              <w:rPr>
                <w:color w:val="000000"/>
              </w:rPr>
              <w:t>З 10.05.2018 перед проведенням конкурсу на заняття посад державних службовців проводиться обов’язковий інструктаж для членів конкурсної комісії в частині дотримання вимог антикорупційного законодавства з фіксацією у журналі реєстрації інструктажу для членів конкурсної комісії в частині дотримання вимог антикорупційного законодавства.</w:t>
            </w:r>
          </w:p>
          <w:p w:rsidR="00BA7906" w:rsidRPr="00431FF5" w:rsidRDefault="00BA7906" w:rsidP="00FC0EDF">
            <w:pPr>
              <w:ind w:right="-108"/>
              <w:jc w:val="both"/>
              <w:textAlignment w:val="baseline"/>
              <w:rPr>
                <w:color w:val="000000"/>
              </w:rPr>
            </w:pPr>
            <w:r w:rsidRPr="00431FF5">
              <w:rPr>
                <w:color w:val="000000"/>
              </w:rPr>
              <w:t>З 10.05.2018 проведено 15 інструктажів, з яких у ІV кварталі − 4 інструктажів.</w:t>
            </w:r>
          </w:p>
          <w:p w:rsidR="00BA7906" w:rsidRDefault="00BA7906" w:rsidP="00FC0EDF">
            <w:pPr>
              <w:ind w:right="-108"/>
              <w:jc w:val="both"/>
              <w:textAlignment w:val="baseline"/>
              <w:rPr>
                <w:color w:val="000000"/>
              </w:rPr>
            </w:pPr>
          </w:p>
          <w:p w:rsidR="00BA7906" w:rsidRPr="0020370A" w:rsidRDefault="00BA7906" w:rsidP="00FC0EDF">
            <w:pPr>
              <w:ind w:right="-108"/>
              <w:jc w:val="both"/>
              <w:textAlignment w:val="baseline"/>
              <w:rPr>
                <w:color w:val="000000"/>
              </w:rPr>
            </w:pPr>
            <w:r w:rsidRPr="0020370A">
              <w:rPr>
                <w:color w:val="000000"/>
              </w:rPr>
              <w:t>2. Внутрішні претенденти на посаду (особи, які вже працюють в Головному управлінні Держпродспоживслужби в Харківській області) до будь-яких заходів з організації чи проведення конкурсу не залучаються.</w:t>
            </w:r>
          </w:p>
          <w:p w:rsidR="00BA7906" w:rsidRPr="0020370A" w:rsidRDefault="00BA7906" w:rsidP="00FC0EDF">
            <w:pPr>
              <w:ind w:right="-108"/>
              <w:jc w:val="both"/>
              <w:textAlignment w:val="baseline"/>
              <w:rPr>
                <w:color w:val="000000"/>
              </w:rPr>
            </w:pPr>
            <w:r w:rsidRPr="0020370A">
              <w:rPr>
                <w:color w:val="000000"/>
              </w:rPr>
              <w:t>З початку 2018 року було проведено 20 конкурсів з внутрішніми претендентами на вакантні посади, які не були залучені до заходів з організації та проведення конкурсу.</w:t>
            </w: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Default="00BA7906" w:rsidP="00FC0EDF">
            <w:pPr>
              <w:ind w:right="-108"/>
              <w:jc w:val="both"/>
              <w:textAlignment w:val="baseline"/>
              <w:rPr>
                <w:color w:val="000000"/>
              </w:rPr>
            </w:pPr>
          </w:p>
          <w:p w:rsidR="00BA7906" w:rsidRPr="00C516A4" w:rsidRDefault="00BA7906" w:rsidP="00FC0EDF">
            <w:pPr>
              <w:ind w:right="-108"/>
              <w:jc w:val="both"/>
              <w:textAlignment w:val="baseline"/>
              <w:rPr>
                <w:color w:val="000000"/>
              </w:rPr>
            </w:pPr>
            <w:r>
              <w:rPr>
                <w:color w:val="000000"/>
              </w:rPr>
              <w:t>3.</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5.</w:t>
            </w:r>
          </w:p>
          <w:p w:rsidR="00BA7906" w:rsidRPr="00FC0EDF" w:rsidRDefault="00BA7906" w:rsidP="00FC0EDF">
            <w:pPr>
              <w:widowControl w:val="0"/>
              <w:ind w:left="-108"/>
              <w:jc w:val="both"/>
            </w:pPr>
          </w:p>
        </w:tc>
        <w:tc>
          <w:tcPr>
            <w:tcW w:w="2408" w:type="dxa"/>
          </w:tcPr>
          <w:p w:rsidR="00BA7906" w:rsidRPr="00FC0EDF" w:rsidRDefault="00BA7906" w:rsidP="00FC0EDF">
            <w:pPr>
              <w:widowControl w:val="0"/>
              <w:ind w:left="-108"/>
              <w:jc w:val="both"/>
            </w:pPr>
            <w:r w:rsidRPr="00FC0EDF">
              <w:rPr>
                <w:b/>
                <w:bCs/>
              </w:rPr>
              <w:t>Ризик:</w:t>
            </w:r>
            <w:r w:rsidRPr="00FC0EDF">
              <w:t xml:space="preserve"> призначення на посади (крім посад  державної служби) без застосування про-зорих та зрозумілих процедур з рівними умовами для всіх потенційних кандидатів.</w:t>
            </w:r>
          </w:p>
          <w:p w:rsidR="00BA7906" w:rsidRPr="00FC0EDF" w:rsidRDefault="00BA7906" w:rsidP="00FC0EDF">
            <w:pPr>
              <w:widowControl w:val="0"/>
              <w:ind w:left="-108"/>
              <w:jc w:val="both"/>
            </w:pPr>
            <w:r w:rsidRPr="00FC0EDF">
              <w:rPr>
                <w:b/>
                <w:bCs/>
              </w:rPr>
              <w:t>Опис:</w:t>
            </w:r>
            <w:r w:rsidRPr="00FC0EDF">
              <w:t xml:space="preserve"> отримання по-садовими особами неправомірної вигоди або пропозиції від третіх осіб з метою сприяння у прийнятті на роботу цих осіб.</w:t>
            </w:r>
          </w:p>
        </w:tc>
        <w:tc>
          <w:tcPr>
            <w:tcW w:w="2834" w:type="dxa"/>
          </w:tcPr>
          <w:p w:rsidR="00BA7906" w:rsidRPr="00FC0EDF" w:rsidRDefault="00BA7906" w:rsidP="00FC0EDF">
            <w:pPr>
              <w:widowControl w:val="0"/>
              <w:jc w:val="both"/>
            </w:pPr>
            <w:r w:rsidRPr="00FC0EDF">
              <w:t>1. Поширення інформації про вакантні посади шляхом її розміщення на офіційному веб-сайті Служби для залучення у відборі більшого кола претендентів, які відпо-відають заявленим критеріям.</w:t>
            </w: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r w:rsidRPr="00FC0EDF">
              <w:t>2. Попередження претен-дентів на посади про відповідальність за подання недостовірної інформації, перевірка інформації, наданої претендентом на посаду.</w:t>
            </w:r>
          </w:p>
          <w:p w:rsidR="00BA7906" w:rsidRPr="00FC0EDF" w:rsidRDefault="00BA7906" w:rsidP="00FC0EDF">
            <w:pPr>
              <w:widowControl w:val="0"/>
            </w:pPr>
          </w:p>
        </w:tc>
        <w:tc>
          <w:tcPr>
            <w:tcW w:w="2125" w:type="dxa"/>
          </w:tcPr>
          <w:p w:rsidR="00BA7906" w:rsidRPr="00FC0EDF" w:rsidRDefault="00BA7906" w:rsidP="00FC0EDF">
            <w:pPr>
              <w:widowControl w:val="0"/>
            </w:pPr>
            <w:r w:rsidRPr="00FC0EDF">
              <w:t>Не пізніше ніж за  два тижні до прийняття на посади</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C6417B" w:rsidRDefault="00BA7906" w:rsidP="00FC0EDF">
            <w:pPr>
              <w:widowControl w:val="0"/>
            </w:pPr>
          </w:p>
          <w:p w:rsidR="00BA7906" w:rsidRDefault="00BA7906" w:rsidP="00FC0EDF">
            <w:pPr>
              <w:widowControl w:val="0"/>
            </w:pPr>
          </w:p>
          <w:p w:rsidR="00BA7906" w:rsidRDefault="00BA7906" w:rsidP="00FC0EDF">
            <w:pPr>
              <w:widowControl w:val="0"/>
            </w:pPr>
          </w:p>
          <w:p w:rsidR="00BA7906" w:rsidRPr="00C6417B" w:rsidRDefault="00BA7906" w:rsidP="00FC0EDF">
            <w:pPr>
              <w:widowControl w:val="0"/>
            </w:pPr>
          </w:p>
          <w:p w:rsidR="00BA7906" w:rsidRPr="00FC0EDF" w:rsidRDefault="00BA7906" w:rsidP="00FC0EDF">
            <w:pPr>
              <w:widowControl w:val="0"/>
            </w:pPr>
            <w:r w:rsidRPr="00FC0EDF">
              <w:t>Перед прийняттям на посади</w:t>
            </w:r>
          </w:p>
        </w:tc>
        <w:tc>
          <w:tcPr>
            <w:tcW w:w="6605" w:type="dxa"/>
          </w:tcPr>
          <w:p w:rsidR="00BA7906" w:rsidRPr="0034067B" w:rsidRDefault="00BA7906" w:rsidP="00FC0EDF">
            <w:pPr>
              <w:ind w:right="-108"/>
              <w:jc w:val="both"/>
              <w:textAlignment w:val="baseline"/>
              <w:rPr>
                <w:color w:val="000000"/>
              </w:rPr>
            </w:pPr>
            <w:r>
              <w:t xml:space="preserve">1. </w:t>
            </w:r>
            <w:r w:rsidRPr="0034067B">
              <w:rPr>
                <w:color w:val="000000"/>
              </w:rPr>
              <w:t>Щомісячно до 5 числа надається інформація про вакантні посади шляхом її розміщення на офіційному веб-сайті Головного управління Держпродспоживслужби в Харківській області (в розділі кадрова політика) для залучення у відборі більшого кола претендентів.</w:t>
            </w:r>
          </w:p>
          <w:p w:rsidR="00BA7906" w:rsidRPr="0034067B" w:rsidRDefault="00BA7906" w:rsidP="00FC0EDF">
            <w:pPr>
              <w:ind w:right="-108"/>
              <w:jc w:val="both"/>
              <w:textAlignment w:val="baseline"/>
              <w:rPr>
                <w:color w:val="000000"/>
              </w:rPr>
            </w:pPr>
            <w:r w:rsidRPr="0034067B">
              <w:rPr>
                <w:color w:val="000000"/>
              </w:rPr>
              <w:t>Відповідно до Закону України «Про державну службу» на офіційному сайті оприлюднюються оголошення про проведення конкурсу на вакантні посади державної служби.</w:t>
            </w:r>
          </w:p>
          <w:p w:rsidR="00BA7906" w:rsidRPr="0034067B" w:rsidRDefault="00BA7906" w:rsidP="00FC0EDF">
            <w:pPr>
              <w:ind w:right="-108"/>
              <w:jc w:val="both"/>
              <w:textAlignment w:val="baseline"/>
              <w:rPr>
                <w:color w:val="000000"/>
                <w:lang w:val="ru-RU"/>
              </w:rPr>
            </w:pPr>
            <w:r w:rsidRPr="0034067B">
              <w:rPr>
                <w:color w:val="000000"/>
              </w:rPr>
              <w:t>З початку 2018 року на офіційному веб-сайті Головного управління Держпродспоживслужби в Харківській області було розміщено 27 оголошень про проведення конкурсу, з яких у І</w:t>
            </w:r>
            <w:r w:rsidRPr="0034067B">
              <w:rPr>
                <w:color w:val="000000"/>
                <w:lang w:val="en-US"/>
              </w:rPr>
              <w:t>V</w:t>
            </w:r>
            <w:r w:rsidRPr="0034067B">
              <w:rPr>
                <w:color w:val="000000"/>
              </w:rPr>
              <w:t xml:space="preserve"> кварталі </w:t>
            </w:r>
            <w:r w:rsidRPr="0034067B">
              <w:rPr>
                <w:color w:val="000000"/>
                <w:lang w:val="ru-RU"/>
              </w:rPr>
              <w:t xml:space="preserve"> 2018 року − 5 оголошень.</w:t>
            </w:r>
          </w:p>
          <w:p w:rsidR="00BA7906" w:rsidRPr="0034067B" w:rsidRDefault="00BA7906" w:rsidP="00FC0EDF">
            <w:pPr>
              <w:ind w:right="-108"/>
              <w:jc w:val="both"/>
              <w:textAlignment w:val="baseline"/>
              <w:rPr>
                <w:color w:val="000000"/>
                <w:lang w:val="ru-RU"/>
              </w:rPr>
            </w:pPr>
          </w:p>
          <w:p w:rsidR="00BA7906" w:rsidRPr="004C3487" w:rsidRDefault="00BA7906" w:rsidP="00FC0EDF">
            <w:pPr>
              <w:ind w:right="-108"/>
              <w:jc w:val="both"/>
              <w:textAlignment w:val="baseline"/>
            </w:pPr>
            <w:r>
              <w:t xml:space="preserve">2. </w:t>
            </w:r>
            <w:r w:rsidRPr="00337393">
              <w:rPr>
                <w:color w:val="000000"/>
              </w:rPr>
              <w:t>Претенденти на посаду попереджаються про відповідальність за подання недостовірної інформації та проводиться перевірка інформації, наданої претендентами на посаду</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6.</w:t>
            </w:r>
          </w:p>
        </w:tc>
        <w:tc>
          <w:tcPr>
            <w:tcW w:w="2408" w:type="dxa"/>
          </w:tcPr>
          <w:p w:rsidR="00BA7906" w:rsidRPr="00FC0EDF" w:rsidRDefault="00BA7906" w:rsidP="00FC0EDF">
            <w:pPr>
              <w:widowControl w:val="0"/>
              <w:ind w:left="-108"/>
              <w:jc w:val="both"/>
            </w:pPr>
            <w:r w:rsidRPr="00FC0EDF">
              <w:rPr>
                <w:b/>
                <w:bCs/>
              </w:rPr>
              <w:t>Ризик:</w:t>
            </w:r>
            <w:r w:rsidRPr="00FC0EDF">
              <w:t xml:space="preserve"> зловживання повноваженнями при визначенні розмірів стимулюючих виплат посадовим особам.</w:t>
            </w:r>
          </w:p>
          <w:p w:rsidR="00BA7906" w:rsidRPr="00FC0EDF" w:rsidRDefault="00BA7906" w:rsidP="00FC0EDF">
            <w:pPr>
              <w:widowControl w:val="0"/>
              <w:ind w:left="-108"/>
              <w:jc w:val="both"/>
            </w:pPr>
            <w:r w:rsidRPr="00FC0EDF">
              <w:rPr>
                <w:b/>
                <w:bCs/>
              </w:rPr>
              <w:t>Опис:</w:t>
            </w:r>
            <w:r w:rsidRPr="00FC0EDF">
              <w:t xml:space="preserve"> отримання ок-ремими посадовими особами виплат, на які вони не мали права; вибірковий (привілейований чи упереджений) підхід при визначенні, надбавок, доплат, премій та інших стимулюючих виплат.</w:t>
            </w:r>
          </w:p>
        </w:tc>
        <w:tc>
          <w:tcPr>
            <w:tcW w:w="2834" w:type="dxa"/>
          </w:tcPr>
          <w:p w:rsidR="00BA7906" w:rsidRDefault="00BA7906" w:rsidP="00FC0EDF">
            <w:pPr>
              <w:widowControl w:val="0"/>
              <w:jc w:val="both"/>
            </w:pPr>
            <w:r w:rsidRPr="00FC0EDF">
              <w:rPr>
                <w:b/>
                <w:bCs/>
              </w:rPr>
              <w:t>1.</w:t>
            </w:r>
            <w:r w:rsidRPr="00FC0EDF">
              <w:t xml:space="preserve"> Попередження поса-дових осіб (в т.ч. керів-ників структурних під-розділів, які наділені повноваженнями виз-начати тарифні ставки, надбавки, доплати, пре-мії та інші заохочувальні чи компенсаційні випла-ти) про відповідальність за зловживання службо-вими повноваженнями. Посилення контролю за дотриманням посадови-ми особами вимог орга-нізаційно-розпорядчих документів Служби та чинного законодавства України при визначенні тарифних ставок, надба-вок, доплат, премій інших заохочув</w:t>
            </w:r>
            <w:r>
              <w:t>альних і компенсаційних виплат.</w:t>
            </w:r>
          </w:p>
          <w:p w:rsidR="00BA7906" w:rsidRPr="00B02456" w:rsidRDefault="00BA7906" w:rsidP="00FC0EDF">
            <w:pPr>
              <w:widowControl w:val="0"/>
              <w:jc w:val="both"/>
              <w:rPr>
                <w:lang w:val="ru-RU"/>
              </w:rPr>
            </w:pPr>
          </w:p>
          <w:p w:rsidR="00BA7906" w:rsidRPr="0037186E" w:rsidRDefault="00BA7906" w:rsidP="00FC0EDF">
            <w:pPr>
              <w:widowControl w:val="0"/>
              <w:jc w:val="both"/>
            </w:pPr>
            <w:r w:rsidRPr="0037186E">
              <w:rPr>
                <w:b/>
                <w:bCs/>
                <w:lang w:val="ru-RU"/>
              </w:rPr>
              <w:t>2</w:t>
            </w:r>
            <w:r>
              <w:rPr>
                <w:b/>
                <w:bCs/>
              </w:rPr>
              <w:t xml:space="preserve">. </w:t>
            </w:r>
            <w:r w:rsidRPr="0037186E">
              <w:t>Періодичне проведен-ня внутрішнього аудиту</w:t>
            </w:r>
            <w:r>
              <w:t xml:space="preserve"> нарахувань надбавок, доплат, премій та інших заохочувальних чи компенсаційних виплат.</w:t>
            </w:r>
          </w:p>
        </w:tc>
        <w:tc>
          <w:tcPr>
            <w:tcW w:w="2125" w:type="dxa"/>
          </w:tcPr>
          <w:p w:rsidR="00BA7906" w:rsidRPr="00FC0EDF" w:rsidRDefault="00BA7906" w:rsidP="00FC0EDF">
            <w:pPr>
              <w:widowControl w:val="0"/>
            </w:pPr>
            <w:r w:rsidRPr="00FC0EDF">
              <w:t>Щорічно в ІI кварталі 2019, 2020 років</w:t>
            </w: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37186E">
            <w:pPr>
              <w:widowControl w:val="0"/>
            </w:pPr>
            <w:r w:rsidRPr="00FC0EDF">
              <w:t>Щорічно в I</w:t>
            </w:r>
            <w:r>
              <w:t>І</w:t>
            </w:r>
            <w:r w:rsidRPr="00FC0EDF">
              <w:t xml:space="preserve"> кварталі 2019, 2020 років</w:t>
            </w:r>
          </w:p>
          <w:p w:rsidR="00BA7906" w:rsidRPr="00FC0EDF" w:rsidRDefault="00BA7906" w:rsidP="00FC0EDF">
            <w:pPr>
              <w:widowControl w:val="0"/>
            </w:pPr>
          </w:p>
          <w:p w:rsidR="00BA7906" w:rsidRPr="00FC0EDF" w:rsidRDefault="00BA7906" w:rsidP="00FC0EDF">
            <w:pPr>
              <w:widowControl w:val="0"/>
            </w:pPr>
          </w:p>
        </w:tc>
        <w:tc>
          <w:tcPr>
            <w:tcW w:w="6605" w:type="dxa"/>
          </w:tcPr>
          <w:p w:rsidR="00BA7906" w:rsidRPr="008D689E" w:rsidRDefault="00BA7906" w:rsidP="00F260BD">
            <w:pPr>
              <w:jc w:val="both"/>
              <w:rPr>
                <w:color w:val="000000"/>
              </w:rPr>
            </w:pPr>
            <w:r w:rsidRPr="008D689E">
              <w:rPr>
                <w:color w:val="000000"/>
              </w:rPr>
              <w:t>1. Нарахування премій, стимулюючих виплат проводиться відповідно до Закону України «Про державну службу», Положення про застосування стимулюючих виплат державним службовцям, затвердженого постановою Кабінету Міністрів України від 18.01.2017 № 15, Положення про преміювання працівників Головного управління Держпродспоживслужби в Харківській області, затвердженого наказом Головного управління Держпродспоживслужби в Харківській області від 25.07.2016 № 159 (зі змінами).</w:t>
            </w:r>
          </w:p>
          <w:p w:rsidR="00BA7906" w:rsidRPr="008D689E" w:rsidRDefault="00BA7906" w:rsidP="00F260BD">
            <w:pPr>
              <w:pStyle w:val="rvps2"/>
              <w:spacing w:before="0" w:beforeAutospacing="0" w:after="0" w:afterAutospacing="0"/>
              <w:jc w:val="both"/>
              <w:textAlignment w:val="baseline"/>
              <w:rPr>
                <w:color w:val="000000"/>
                <w:lang w:val="uk-UA"/>
              </w:rPr>
            </w:pPr>
            <w:r w:rsidRPr="008D689E">
              <w:rPr>
                <w:color w:val="000000"/>
                <w:lang w:val="uk-UA"/>
              </w:rPr>
              <w:t>Попередження посадових осіб які наділенні повноваженнями визначати тарифні ставки, надбавки, доплати, премії та інші заохочувальні чи компенсаційні виплати) про відповідальність за зловживання службовими повноваженнями здійснювались шляхом проведення семінару (лекції) працівником сектору з питань  запобігання корупції Гаврилко В.А.</w:t>
            </w:r>
          </w:p>
          <w:p w:rsidR="00BA790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pStyle w:val="rvps2"/>
              <w:spacing w:before="0" w:beforeAutospacing="0" w:after="0" w:afterAutospacing="0"/>
              <w:jc w:val="both"/>
              <w:textAlignment w:val="baseline"/>
              <w:rPr>
                <w:color w:val="000000"/>
                <w:lang w:val="uk-UA"/>
              </w:rPr>
            </w:pPr>
          </w:p>
          <w:p w:rsidR="00BA7906" w:rsidRPr="00B30666" w:rsidRDefault="00BA7906" w:rsidP="00F260BD">
            <w:pPr>
              <w:pStyle w:val="rvps2"/>
              <w:spacing w:before="0" w:beforeAutospacing="0" w:after="0" w:afterAutospacing="0"/>
              <w:jc w:val="both"/>
              <w:textAlignment w:val="baseline"/>
              <w:rPr>
                <w:color w:val="000000"/>
                <w:lang w:val="uk-UA"/>
              </w:rPr>
            </w:pPr>
          </w:p>
          <w:p w:rsidR="00BA7906" w:rsidRDefault="00BA7906" w:rsidP="00F260BD">
            <w:pPr>
              <w:ind w:right="-108"/>
              <w:jc w:val="both"/>
              <w:textAlignment w:val="baseline"/>
            </w:pPr>
            <w:r>
              <w:t>2. На виконання наказу Держпродспоживслужби від 20.11.2018 №948, сектор внутрішнього аудиту з 20.11.2018 по 29.12.2018 прийняв участь в складі аудиторської групи в проведенні  планового внутрішнього аудиту відповідності та фінансового аудиту щодо дотримання актів законодавства при здійсненні видатків на оплату праці і нарахування на заробітну плату в установах, що відносяться до сфери управління Держпродспоживслужби.</w:t>
            </w:r>
          </w:p>
          <w:p w:rsidR="00BA7906" w:rsidRPr="00FC0EDF" w:rsidRDefault="00BA7906" w:rsidP="00F260BD">
            <w:pPr>
              <w:ind w:right="-108"/>
              <w:textAlignment w:val="baseline"/>
            </w:pPr>
            <w:r>
              <w:t>Так, аудит стану законності та достовірності формування витрат на оплату праці проведено в 2-х лікарнях Харківської області: в Куп’янській та Валківській районних Державних лікарнях ветеринарної медицини.</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7.</w:t>
            </w:r>
          </w:p>
        </w:tc>
        <w:tc>
          <w:tcPr>
            <w:tcW w:w="2408" w:type="dxa"/>
          </w:tcPr>
          <w:p w:rsidR="00BA7906" w:rsidRPr="00FC0EDF" w:rsidRDefault="00BA7906" w:rsidP="00FC0EDF">
            <w:pPr>
              <w:widowControl w:val="0"/>
              <w:ind w:left="-108"/>
              <w:jc w:val="both"/>
            </w:pPr>
            <w:r w:rsidRPr="00FC0EDF">
              <w:rPr>
                <w:b/>
                <w:bCs/>
              </w:rPr>
              <w:t>Ризик:</w:t>
            </w:r>
            <w:r w:rsidRPr="00FC0EDF">
              <w:t xml:space="preserve"> навмисне, за домовленістю з поста-чальником, завищен-ня вартості товарів, робіт та послуг.</w:t>
            </w:r>
          </w:p>
          <w:p w:rsidR="00BA7906" w:rsidRPr="00FC0EDF" w:rsidRDefault="00BA7906" w:rsidP="00FC0EDF">
            <w:pPr>
              <w:widowControl w:val="0"/>
              <w:ind w:left="-108"/>
              <w:jc w:val="both"/>
            </w:pPr>
            <w:r w:rsidRPr="00FC0EDF">
              <w:rPr>
                <w:b/>
                <w:bCs/>
              </w:rPr>
              <w:t>Опис:</w:t>
            </w:r>
            <w:r w:rsidRPr="00FC0EDF">
              <w:t xml:space="preserve"> нецільове ви-користання бюджет-них коштів, придбан-ня матеріальних ре-сурсів за цінами вищими ніж ринкові з метою отримання неправомірної вигоди від контрагентів.</w:t>
            </w:r>
          </w:p>
        </w:tc>
        <w:tc>
          <w:tcPr>
            <w:tcW w:w="2834" w:type="dxa"/>
          </w:tcPr>
          <w:p w:rsidR="00BA7906" w:rsidRPr="00FC0EDF" w:rsidRDefault="00BA7906" w:rsidP="00FC0EDF">
            <w:pPr>
              <w:widowControl w:val="0"/>
              <w:jc w:val="both"/>
            </w:pPr>
            <w:r w:rsidRPr="00FC0EDF">
              <w:rPr>
                <w:b/>
                <w:bCs/>
              </w:rPr>
              <w:t>1.</w:t>
            </w:r>
            <w:r w:rsidRPr="00FC0EDF">
              <w:t xml:space="preserve"> Попередження поса-дових осіб з фінансів, бухгалтерського обліку та економічної діяльнос-ті про недопустимість неправомірного викори-стання бюджетних коштів.</w:t>
            </w:r>
          </w:p>
          <w:p w:rsidR="00BA7906" w:rsidRPr="00FC0EDF" w:rsidRDefault="00BA7906" w:rsidP="00FC0EDF">
            <w:pPr>
              <w:widowControl w:val="0"/>
            </w:pPr>
          </w:p>
          <w:p w:rsidR="00BA7906" w:rsidRPr="00FC0EDF" w:rsidRDefault="00BA7906" w:rsidP="00FC0EDF">
            <w:pPr>
              <w:widowControl w:val="0"/>
              <w:jc w:val="both"/>
            </w:pPr>
            <w:r w:rsidRPr="00FC0EDF">
              <w:rPr>
                <w:b/>
                <w:bCs/>
              </w:rPr>
              <w:t>2.</w:t>
            </w:r>
            <w:r w:rsidRPr="00FC0EDF">
              <w:t xml:space="preserve"> Періодичне проведен-ня внутрішнього аудиту використання фінансових ресурсів</w:t>
            </w:r>
          </w:p>
        </w:tc>
        <w:tc>
          <w:tcPr>
            <w:tcW w:w="2125" w:type="dxa"/>
          </w:tcPr>
          <w:p w:rsidR="00BA7906" w:rsidRPr="00FC0EDF" w:rsidRDefault="00BA7906" w:rsidP="00FC0EDF">
            <w:pPr>
              <w:widowControl w:val="0"/>
            </w:pPr>
            <w:r w:rsidRPr="00FC0EDF">
              <w:t xml:space="preserve"> Щорічно в ІI кварталі 2019, 2020 років</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Щорічно в I кварталі 2019, 2020 років</w:t>
            </w:r>
          </w:p>
          <w:p w:rsidR="00BA7906" w:rsidRPr="00FC0EDF" w:rsidRDefault="00BA7906" w:rsidP="00FC0EDF">
            <w:pPr>
              <w:widowControl w:val="0"/>
            </w:pPr>
          </w:p>
          <w:p w:rsidR="00BA7906" w:rsidRPr="00FC0EDF" w:rsidRDefault="00BA7906" w:rsidP="00FC0EDF">
            <w:pPr>
              <w:widowControl w:val="0"/>
            </w:pPr>
          </w:p>
        </w:tc>
        <w:tc>
          <w:tcPr>
            <w:tcW w:w="6605" w:type="dxa"/>
          </w:tcPr>
          <w:p w:rsidR="00BA7906" w:rsidRPr="000725DD" w:rsidRDefault="00BA7906" w:rsidP="00AD124B">
            <w:pPr>
              <w:jc w:val="both"/>
            </w:pPr>
            <w:r>
              <w:t xml:space="preserve">1. </w:t>
            </w:r>
            <w:r w:rsidRPr="000725DD">
              <w:rPr>
                <w:color w:val="000000"/>
              </w:rPr>
              <w:t xml:space="preserve">Попередження посадових осіб та працівників з фінансів, бухгалтерського обліку та економічної діяльності </w:t>
            </w:r>
            <w:r>
              <w:rPr>
                <w:color w:val="000000"/>
              </w:rPr>
              <w:t xml:space="preserve">про недопустимість неправомірного використання бюджетних коштів </w:t>
            </w:r>
            <w:r w:rsidRPr="000725DD">
              <w:rPr>
                <w:color w:val="000000"/>
              </w:rPr>
              <w:t>здійснювал</w:t>
            </w:r>
            <w:r>
              <w:rPr>
                <w:color w:val="000000"/>
              </w:rPr>
              <w:t>о</w:t>
            </w:r>
            <w:r w:rsidRPr="000725DD">
              <w:rPr>
                <w:color w:val="000000"/>
              </w:rPr>
              <w:t xml:space="preserve">сь </w:t>
            </w:r>
            <w:r>
              <w:rPr>
                <w:color w:val="000000"/>
              </w:rPr>
              <w:t xml:space="preserve">13.06.2018 </w:t>
            </w:r>
            <w:r w:rsidRPr="000725DD">
              <w:rPr>
                <w:color w:val="000000"/>
              </w:rPr>
              <w:t>шляхом проведення семінару (лекції</w:t>
            </w:r>
            <w:r>
              <w:rPr>
                <w:color w:val="000000"/>
              </w:rPr>
              <w:t xml:space="preserve">) працівником сектору з питань </w:t>
            </w:r>
            <w:r w:rsidRPr="000725DD">
              <w:rPr>
                <w:color w:val="000000"/>
              </w:rPr>
              <w:t>запобігання корупції Гаврилко В.А.</w:t>
            </w: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AD124B">
            <w:pPr>
              <w:ind w:right="-108"/>
              <w:jc w:val="both"/>
              <w:textAlignment w:val="baseline"/>
            </w:pPr>
            <w:r>
              <w:t xml:space="preserve">2. </w:t>
            </w:r>
            <w:r w:rsidRPr="00EF1EAA">
              <w:t>Сектор внутрішнього аудиту здійснює свою діяльність на підставі піврічних планів, які затверджуються Головою Державної служби України з питань безпечності харчових продуктів та захисту споживачів.</w:t>
            </w:r>
            <w:r>
              <w:t xml:space="preserve"> У 2018 році до планів сектору було включено проведення аудитів відповідності </w:t>
            </w:r>
            <w:r w:rsidRPr="00EF1EAA">
              <w:t>діяльності</w:t>
            </w:r>
            <w:r>
              <w:t xml:space="preserve"> структурних підрозділів Головного управління.</w:t>
            </w:r>
          </w:p>
          <w:p w:rsidR="00BA7906" w:rsidRPr="00FC0EDF" w:rsidRDefault="00BA7906" w:rsidP="00AD124B">
            <w:pPr>
              <w:ind w:right="-108"/>
              <w:jc w:val="both"/>
              <w:textAlignment w:val="baseline"/>
            </w:pPr>
            <w:r>
              <w:t>У майбутньому, як</w:t>
            </w:r>
            <w:r w:rsidRPr="00EF1EAA">
              <w:t xml:space="preserve">що буде заплановано </w:t>
            </w:r>
            <w:r w:rsidRPr="00961BE0">
              <w:t>фінансовий</w:t>
            </w:r>
            <w:r w:rsidRPr="00EF1EAA">
              <w:t xml:space="preserve"> аудит, то до програми аудиту буде включено </w:t>
            </w:r>
            <w:r>
              <w:t>перевірку зазначеного питання</w:t>
            </w:r>
            <w:r w:rsidRPr="00EF1EAA">
              <w:t>.</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8.</w:t>
            </w:r>
          </w:p>
        </w:tc>
        <w:tc>
          <w:tcPr>
            <w:tcW w:w="2408" w:type="dxa"/>
          </w:tcPr>
          <w:p w:rsidR="00BA7906" w:rsidRPr="00FC0EDF" w:rsidRDefault="00BA7906" w:rsidP="00FC0EDF">
            <w:pPr>
              <w:widowControl w:val="0"/>
              <w:ind w:left="-108"/>
              <w:jc w:val="both"/>
            </w:pPr>
            <w:r w:rsidRPr="00FC0EDF">
              <w:rPr>
                <w:b/>
                <w:bCs/>
              </w:rPr>
              <w:t>Ризик:</w:t>
            </w:r>
            <w:r w:rsidRPr="00FC0EDF">
              <w:t xml:space="preserve"> вплив зацікав-лених осіб на відпові-дального за підготов-ку тендерної доку-ментації члена тен-дерного комітету Служби з метою вста-новлення дискриміна-ційних вимог для потенційних учасни-ків торгів.</w:t>
            </w:r>
          </w:p>
          <w:p w:rsidR="00BA7906" w:rsidRPr="00FC0EDF" w:rsidRDefault="00BA7906" w:rsidP="00FC0EDF">
            <w:pPr>
              <w:widowControl w:val="0"/>
              <w:ind w:left="-108"/>
              <w:jc w:val="both"/>
            </w:pPr>
            <w:r w:rsidRPr="00FC0EDF">
              <w:rPr>
                <w:b/>
                <w:bCs/>
              </w:rPr>
              <w:t>Опис:</w:t>
            </w:r>
            <w:r w:rsidRPr="00FC0EDF">
              <w:t xml:space="preserve"> формування тендерної документ-тації або задач таким чином, що конкурент-ція буде обмеженою або взагалі неможли-вою; лобіювання по-садовими особами Служби під час проведення процедур закупівель товарів, робіт, послуг інтере-сів певних компаній (учасників закупі-вель) шляхом встано-влення дискриміна-ційних вимог у тен-дерній документації. Відсутність належної кваліфікації посадо-вих осіб, які організо-вують публічні закупівлі через плинність кадрів.</w:t>
            </w:r>
          </w:p>
        </w:tc>
        <w:tc>
          <w:tcPr>
            <w:tcW w:w="2834" w:type="dxa"/>
          </w:tcPr>
          <w:p w:rsidR="00BA7906" w:rsidRPr="00FC0EDF" w:rsidRDefault="00BA7906" w:rsidP="00FC0EDF">
            <w:pPr>
              <w:widowControl w:val="0"/>
              <w:ind w:left="-108"/>
              <w:jc w:val="both"/>
            </w:pPr>
            <w:r w:rsidRPr="00FC0EDF">
              <w:rPr>
                <w:b/>
                <w:bCs/>
              </w:rPr>
              <w:t>1.</w:t>
            </w:r>
            <w:r w:rsidRPr="00FC0EDF">
              <w:t xml:space="preserve"> Участь усіх членів тендерного комітету у підготовці тендерної документації. </w:t>
            </w: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Default="00BA7906" w:rsidP="00FC0EDF">
            <w:pPr>
              <w:widowControl w:val="0"/>
              <w:ind w:left="-108"/>
              <w:jc w:val="both"/>
              <w:rPr>
                <w:b/>
                <w:bCs/>
              </w:rPr>
            </w:pPr>
          </w:p>
          <w:p w:rsidR="00BA7906" w:rsidRPr="00FC0EDF" w:rsidRDefault="00BA7906" w:rsidP="00FC0EDF">
            <w:pPr>
              <w:widowControl w:val="0"/>
              <w:ind w:left="-108"/>
              <w:jc w:val="both"/>
            </w:pPr>
            <w:r w:rsidRPr="00FC0EDF">
              <w:rPr>
                <w:b/>
                <w:bCs/>
              </w:rPr>
              <w:t>2.</w:t>
            </w:r>
            <w:r w:rsidRPr="00FC0EDF">
              <w:t xml:space="preserve"> Моніторинг дотримання вимог чинного законодавства під час здійснення публічних закупівель.</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3.</w:t>
            </w:r>
            <w:r w:rsidRPr="00FC0EDF">
              <w:t xml:space="preserve"> Застосування чітких, однотипних кваліфікацій-них критеріїв до учасників процедури закупівлі</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t>4.Організувати навчання новопризначеним посадо-вим особам, які організовують публічні закупівлі, в разі наявності коштів</w:t>
            </w:r>
          </w:p>
        </w:tc>
        <w:tc>
          <w:tcPr>
            <w:tcW w:w="2125" w:type="dxa"/>
          </w:tcPr>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DC41F6" w:rsidRDefault="00BA7906" w:rsidP="00FC0EDF">
            <w:pPr>
              <w:widowControl w:val="0"/>
            </w:pPr>
          </w:p>
          <w:p w:rsidR="00BA7906" w:rsidRPr="00DC41F6" w:rsidRDefault="00BA7906" w:rsidP="00FC0EDF">
            <w:pPr>
              <w:widowControl w:val="0"/>
            </w:pPr>
          </w:p>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В разі призначення нових працівників</w:t>
            </w:r>
          </w:p>
        </w:tc>
        <w:tc>
          <w:tcPr>
            <w:tcW w:w="6605" w:type="dxa"/>
          </w:tcPr>
          <w:p w:rsidR="00BA7906" w:rsidRPr="00984EBD" w:rsidRDefault="00BA7906" w:rsidP="00DC41F6">
            <w:pPr>
              <w:jc w:val="both"/>
              <w:rPr>
                <w:color w:val="000000"/>
              </w:rPr>
            </w:pPr>
            <w:r>
              <w:t xml:space="preserve">1. </w:t>
            </w:r>
            <w:r w:rsidRPr="00984EBD">
              <w:rPr>
                <w:color w:val="000000"/>
              </w:rPr>
              <w:t>З початку року було проведено 169 процедури закупівель, з яких у</w:t>
            </w:r>
            <w:r w:rsidRPr="00984EBD">
              <w:rPr>
                <w:color w:val="000000"/>
              </w:rPr>
              <w:br/>
              <w:t>I</w:t>
            </w:r>
            <w:r w:rsidRPr="00984EBD">
              <w:rPr>
                <w:color w:val="000000"/>
                <w:lang w:val="en-US"/>
              </w:rPr>
              <w:t>V</w:t>
            </w:r>
            <w:r w:rsidRPr="00984EBD">
              <w:rPr>
                <w:color w:val="000000"/>
              </w:rPr>
              <w:t xml:space="preserve"> кварталі</w:t>
            </w:r>
            <w:r w:rsidRPr="00984EBD">
              <w:rPr>
                <w:color w:val="000000"/>
                <w:lang w:val="ru-RU"/>
              </w:rPr>
              <w:t xml:space="preserve"> 2018 року</w:t>
            </w:r>
            <w:r w:rsidRPr="00984EBD">
              <w:rPr>
                <w:color w:val="000000"/>
              </w:rPr>
              <w:t xml:space="preserve"> – 46.</w:t>
            </w:r>
          </w:p>
          <w:p w:rsidR="00BA7906" w:rsidRPr="00984EBD" w:rsidRDefault="00BA7906" w:rsidP="00DC41F6">
            <w:pPr>
              <w:jc w:val="both"/>
              <w:rPr>
                <w:color w:val="000000"/>
              </w:rPr>
            </w:pPr>
            <w:r w:rsidRPr="00984EBD">
              <w:rPr>
                <w:color w:val="000000"/>
              </w:rPr>
              <w:t>За I</w:t>
            </w:r>
            <w:r w:rsidRPr="00984EBD">
              <w:rPr>
                <w:color w:val="000000"/>
                <w:lang w:val="en-US"/>
              </w:rPr>
              <w:t>V</w:t>
            </w:r>
            <w:r w:rsidRPr="00984EBD">
              <w:rPr>
                <w:color w:val="000000"/>
              </w:rPr>
              <w:t xml:space="preserve"> квартал 2018 р. було проведено 56 засідань, проведено 40 торгів, з них 13 </w:t>
            </w:r>
            <w:r w:rsidRPr="00984EBD">
              <w:rPr>
                <w:color w:val="000000"/>
              </w:rPr>
              <w:sym w:font="Symbol" w:char="F02D"/>
            </w:r>
            <w:r w:rsidRPr="00984EBD">
              <w:rPr>
                <w:color w:val="000000"/>
              </w:rPr>
              <w:t xml:space="preserve"> відкриті торги.</w:t>
            </w:r>
          </w:p>
          <w:p w:rsidR="00BA7906" w:rsidRPr="00984EBD" w:rsidRDefault="00BA7906" w:rsidP="00DC41F6">
            <w:pPr>
              <w:jc w:val="both"/>
              <w:rPr>
                <w:color w:val="000000"/>
              </w:rPr>
            </w:pPr>
            <w:r w:rsidRPr="00984EBD">
              <w:rPr>
                <w:color w:val="000000"/>
              </w:rPr>
              <w:t>При складанні тендерної документації присутні всі члени тендерного комітету, за винятком членів тендерного комітету, які були відсутні з поважних причин.</w:t>
            </w:r>
          </w:p>
          <w:p w:rsidR="00BA7906" w:rsidRDefault="00BA7906" w:rsidP="00FC0EDF">
            <w:pPr>
              <w:ind w:right="-108"/>
              <w:textAlignment w:val="baseline"/>
            </w:pPr>
          </w:p>
          <w:p w:rsidR="00BA7906" w:rsidRDefault="00BA7906" w:rsidP="00FC0EDF">
            <w:pPr>
              <w:ind w:right="-108"/>
              <w:textAlignment w:val="baseline"/>
            </w:pPr>
          </w:p>
          <w:p w:rsidR="00BA7906" w:rsidRPr="00220308" w:rsidRDefault="00BA7906" w:rsidP="00DC41F6">
            <w:pPr>
              <w:jc w:val="both"/>
              <w:rPr>
                <w:color w:val="000000"/>
              </w:rPr>
            </w:pPr>
            <w:r>
              <w:t xml:space="preserve">2. </w:t>
            </w:r>
            <w:r w:rsidRPr="00220308">
              <w:rPr>
                <w:color w:val="000000"/>
              </w:rPr>
              <w:t>Головою тендерного комітету щотижнево проводиться моніторинг дотримання вимог чинного законодавства під час здійснення публічних закупівель, шляхом перегляду та звірення документації відповідно чинного законодавства</w:t>
            </w:r>
          </w:p>
          <w:p w:rsidR="00BA7906" w:rsidRDefault="00BA7906" w:rsidP="00FC0EDF">
            <w:pPr>
              <w:ind w:right="-108"/>
              <w:textAlignment w:val="baseline"/>
            </w:pPr>
          </w:p>
          <w:p w:rsidR="00BA7906" w:rsidRDefault="00BA7906" w:rsidP="00FC0EDF">
            <w:pPr>
              <w:ind w:right="-108"/>
              <w:textAlignment w:val="baseline"/>
            </w:pPr>
          </w:p>
          <w:p w:rsidR="00BA7906" w:rsidRPr="00220308" w:rsidRDefault="00BA7906" w:rsidP="00DC41F6">
            <w:pPr>
              <w:jc w:val="both"/>
              <w:rPr>
                <w:color w:val="000000"/>
              </w:rPr>
            </w:pPr>
            <w:r>
              <w:t xml:space="preserve">3. </w:t>
            </w:r>
            <w:r w:rsidRPr="00220308">
              <w:rPr>
                <w:color w:val="000000"/>
              </w:rPr>
              <w:t>Кваліфікаційні критерії до учасників процедури закупівлі та вимоги встановлені ст. 16 та ст. 17 Закону України «Про публічні закупівлі» та описані в п. 5 кожної тендерної документації на закупівлю.</w:t>
            </w:r>
          </w:p>
          <w:p w:rsidR="00BA7906" w:rsidRDefault="00BA7906" w:rsidP="00FC0EDF">
            <w:pPr>
              <w:ind w:right="-108"/>
              <w:textAlignment w:val="baseline"/>
            </w:pPr>
          </w:p>
          <w:p w:rsidR="00BA7906" w:rsidRDefault="00BA7906" w:rsidP="00FC0EDF">
            <w:pPr>
              <w:ind w:right="-108"/>
              <w:textAlignment w:val="baseline"/>
            </w:pPr>
          </w:p>
          <w:p w:rsidR="00BA7906" w:rsidRPr="00220308" w:rsidRDefault="00BA7906" w:rsidP="00DC41F6">
            <w:pPr>
              <w:jc w:val="both"/>
              <w:rPr>
                <w:color w:val="000000"/>
              </w:rPr>
            </w:pPr>
            <w:r>
              <w:t xml:space="preserve">4. </w:t>
            </w:r>
            <w:r w:rsidRPr="00220308">
              <w:rPr>
                <w:color w:val="000000"/>
              </w:rPr>
              <w:t xml:space="preserve">Головою тендерного комітету </w:t>
            </w:r>
            <w:r>
              <w:rPr>
                <w:color w:val="000000"/>
              </w:rPr>
              <w:t xml:space="preserve">на протязі 2019 року </w:t>
            </w:r>
            <w:r w:rsidRPr="00220308">
              <w:rPr>
                <w:color w:val="000000"/>
              </w:rPr>
              <w:t xml:space="preserve">заплановано направлення на навчання </w:t>
            </w:r>
            <w:r>
              <w:rPr>
                <w:color w:val="000000"/>
              </w:rPr>
              <w:t>2</w:t>
            </w:r>
            <w:r w:rsidRPr="00220308">
              <w:rPr>
                <w:color w:val="000000"/>
              </w:rPr>
              <w:t xml:space="preserve"> працівників, які організовують публічні закупівлі.</w:t>
            </w:r>
          </w:p>
          <w:p w:rsidR="00BA7906" w:rsidRPr="00FC0EDF" w:rsidRDefault="00BA7906" w:rsidP="00DC41F6">
            <w:pPr>
              <w:ind w:right="-108"/>
              <w:textAlignment w:val="baseline"/>
            </w:pPr>
            <w:r w:rsidRPr="00220308">
              <w:rPr>
                <w:color w:val="000000"/>
              </w:rPr>
              <w:t xml:space="preserve">З 5 членів тендерного комітету навчання з питань публічних закупівель у 2018 році пройшли </w:t>
            </w:r>
            <w:r>
              <w:rPr>
                <w:color w:val="000000"/>
              </w:rPr>
              <w:t xml:space="preserve">3 </w:t>
            </w:r>
            <w:r w:rsidRPr="00220308">
              <w:rPr>
                <w:color w:val="000000"/>
              </w:rPr>
              <w:t>члени тендерного комітету.</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9.</w:t>
            </w:r>
          </w:p>
        </w:tc>
        <w:tc>
          <w:tcPr>
            <w:tcW w:w="2408" w:type="dxa"/>
          </w:tcPr>
          <w:p w:rsidR="00BA7906" w:rsidRPr="00FC0EDF" w:rsidRDefault="00BA7906" w:rsidP="00FC0EDF">
            <w:pPr>
              <w:widowControl w:val="0"/>
              <w:ind w:left="-108"/>
              <w:jc w:val="both"/>
            </w:pPr>
            <w:r w:rsidRPr="00FC0EDF">
              <w:rPr>
                <w:b/>
                <w:bCs/>
              </w:rPr>
              <w:t>Ризик:</w:t>
            </w:r>
            <w:r w:rsidRPr="00FC0EDF">
              <w:t xml:space="preserve"> можливість впливу зацікавлених осіб на посадових осіб Служби та особу, відповідальну за про-ведення допорогових торгів під час визна-чення постачальників товарів, робіт та пос-луг у процесі здій-снення допорогових закупівель з огляду на дискреційні повнова-ження щодо вирішен-ня зазначеного питання.</w:t>
            </w:r>
          </w:p>
          <w:p w:rsidR="00BA7906" w:rsidRPr="00FC0EDF" w:rsidRDefault="00BA7906" w:rsidP="00FC0EDF">
            <w:pPr>
              <w:widowControl w:val="0"/>
              <w:ind w:left="-108"/>
              <w:jc w:val="both"/>
            </w:pPr>
            <w:r w:rsidRPr="00FC0EDF">
              <w:rPr>
                <w:b/>
                <w:bCs/>
              </w:rPr>
              <w:t>Опис:</w:t>
            </w:r>
            <w:r w:rsidRPr="00FC0EDF">
              <w:t xml:space="preserve"> поділ предмета закупівлі на частини або заниження його вартості для уникнен-ня проведення проце-дури закупівлі; нав-мисне порушення під час закупівель прин-ципів максимальної економії та ефективності.</w:t>
            </w:r>
          </w:p>
        </w:tc>
        <w:tc>
          <w:tcPr>
            <w:tcW w:w="2834" w:type="dxa"/>
          </w:tcPr>
          <w:p w:rsidR="00BA7906" w:rsidRPr="00FC0EDF" w:rsidRDefault="00BA7906" w:rsidP="00FC0EDF">
            <w:pPr>
              <w:widowControl w:val="0"/>
              <w:ind w:left="-108"/>
              <w:jc w:val="both"/>
            </w:pPr>
            <w:r w:rsidRPr="00FC0EDF">
              <w:rPr>
                <w:b/>
                <w:bCs/>
              </w:rPr>
              <w:t>1.</w:t>
            </w:r>
            <w:r w:rsidRPr="00FC0EDF">
              <w:t>Забезпечення фіксації та зберігання усієї документ-тації в рамках процедури замовлення робіт (послуг);</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2.</w:t>
            </w:r>
            <w:r w:rsidRPr="00FC0EDF">
              <w:t>Забезпечення належного фінансового обліку та періодичного проведення аудиту.</w:t>
            </w:r>
          </w:p>
        </w:tc>
        <w:tc>
          <w:tcPr>
            <w:tcW w:w="2125" w:type="dxa"/>
          </w:tcPr>
          <w:p w:rsidR="00BA7906" w:rsidRPr="00FC0EDF" w:rsidRDefault="00BA7906" w:rsidP="00FC0EDF">
            <w:pPr>
              <w:widowControl w:val="0"/>
            </w:pPr>
            <w:r w:rsidRPr="00FC0EDF">
              <w:t>В разі здійснення допорогових закупівель</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В разі здійснення допорогових закупівель</w:t>
            </w:r>
          </w:p>
        </w:tc>
        <w:tc>
          <w:tcPr>
            <w:tcW w:w="6605" w:type="dxa"/>
          </w:tcPr>
          <w:p w:rsidR="00BA7906" w:rsidRDefault="00BA7906" w:rsidP="00F006CA">
            <w:pPr>
              <w:ind w:right="-108"/>
              <w:jc w:val="both"/>
              <w:textAlignment w:val="baseline"/>
              <w:rPr>
                <w:color w:val="000000"/>
              </w:rPr>
            </w:pPr>
            <w:r>
              <w:t xml:space="preserve">1. </w:t>
            </w:r>
            <w:r w:rsidRPr="00023280">
              <w:rPr>
                <w:color w:val="000000"/>
              </w:rPr>
              <w:t>Уся документація по тендерним закупівлям зберігається у секретаря тендерного комітету в установленому згідно з діючим законодавством порядку</w:t>
            </w:r>
            <w:r>
              <w:rPr>
                <w:color w:val="000000"/>
              </w:rPr>
              <w:t>.</w:t>
            </w:r>
          </w:p>
          <w:p w:rsidR="00BA7906" w:rsidRDefault="00BA7906" w:rsidP="00F006CA">
            <w:pPr>
              <w:ind w:right="-108"/>
              <w:jc w:val="both"/>
              <w:textAlignment w:val="baseline"/>
              <w:rPr>
                <w:color w:val="000000"/>
              </w:rPr>
            </w:pPr>
          </w:p>
          <w:p w:rsidR="00BA7906" w:rsidRDefault="00BA7906" w:rsidP="00F006CA">
            <w:pPr>
              <w:ind w:right="-108"/>
              <w:jc w:val="both"/>
              <w:textAlignment w:val="baseline"/>
              <w:rPr>
                <w:color w:val="000000"/>
              </w:rPr>
            </w:pPr>
          </w:p>
          <w:p w:rsidR="00BA7906" w:rsidRDefault="00BA7906" w:rsidP="00F006CA">
            <w:pPr>
              <w:ind w:right="-108"/>
              <w:jc w:val="both"/>
              <w:textAlignment w:val="baseline"/>
              <w:rPr>
                <w:color w:val="000000"/>
              </w:rPr>
            </w:pPr>
          </w:p>
          <w:p w:rsidR="00BA7906" w:rsidRDefault="00BA7906" w:rsidP="00F006CA">
            <w:pPr>
              <w:ind w:right="-108"/>
              <w:jc w:val="both"/>
              <w:textAlignment w:val="baseline"/>
            </w:pPr>
            <w:r>
              <w:rPr>
                <w:color w:val="000000"/>
              </w:rPr>
              <w:t xml:space="preserve">2. </w:t>
            </w:r>
            <w:r w:rsidRPr="00EF1EAA">
              <w:t>Сектор внутрішнього аудиту здійснює свою діяльність на підставі піврічних планів, які затверджуються Головою Державної служби України з питань безпечності харчових продуктів та захисту споживачів.</w:t>
            </w:r>
            <w:r>
              <w:t xml:space="preserve"> У 2018 році до планів сектору було включено проведення аудитів відповідності </w:t>
            </w:r>
            <w:r w:rsidRPr="00EF1EAA">
              <w:t>діяльності</w:t>
            </w:r>
            <w:r>
              <w:t xml:space="preserve"> структурних підрозділів Головного управління.</w:t>
            </w:r>
          </w:p>
          <w:p w:rsidR="00BA7906" w:rsidRPr="00FC0EDF" w:rsidRDefault="00BA7906" w:rsidP="00F006CA">
            <w:pPr>
              <w:ind w:right="-108"/>
              <w:jc w:val="both"/>
              <w:textAlignment w:val="baseline"/>
            </w:pPr>
            <w:r w:rsidRPr="00EF1EAA">
              <w:t xml:space="preserve">У майбутньому, як що буде заплановано </w:t>
            </w:r>
            <w:r w:rsidRPr="00961BE0">
              <w:t>фінансовий</w:t>
            </w:r>
            <w:r w:rsidRPr="00EF1EAA">
              <w:t xml:space="preserve"> аудит, то до програми аудиту буде включено </w:t>
            </w:r>
            <w:r>
              <w:t>перевірку зазначеного питання</w:t>
            </w:r>
            <w:r w:rsidRPr="00EF1EAA">
              <w:t>.</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10.</w:t>
            </w:r>
          </w:p>
        </w:tc>
        <w:tc>
          <w:tcPr>
            <w:tcW w:w="2408" w:type="dxa"/>
          </w:tcPr>
          <w:p w:rsidR="00BA7906" w:rsidRPr="00FC0EDF" w:rsidRDefault="00BA7906" w:rsidP="00FC0EDF">
            <w:pPr>
              <w:widowControl w:val="0"/>
              <w:ind w:left="-108"/>
              <w:jc w:val="both"/>
            </w:pPr>
            <w:r w:rsidRPr="00FC0EDF">
              <w:rPr>
                <w:b/>
                <w:bCs/>
              </w:rPr>
              <w:t>Ризик</w:t>
            </w:r>
            <w:r w:rsidRPr="00FC0EDF">
              <w:t xml:space="preserve">: неправомірна поведінка посадових осіб при наданні адмі-ністративних послуг. </w:t>
            </w:r>
            <w:r w:rsidRPr="00FC0EDF">
              <w:rPr>
                <w:b/>
                <w:bCs/>
              </w:rPr>
              <w:t>Опис</w:t>
            </w:r>
            <w:r w:rsidRPr="00FC0EDF">
              <w:t>: особисте спіл-кування посадової особи Служби з замовником послуги, затягування процесу надання послуг.</w:t>
            </w:r>
          </w:p>
        </w:tc>
        <w:tc>
          <w:tcPr>
            <w:tcW w:w="2834" w:type="dxa"/>
          </w:tcPr>
          <w:p w:rsidR="00BA7906" w:rsidRPr="00FC0EDF" w:rsidRDefault="00BA7906" w:rsidP="00FC0EDF">
            <w:pPr>
              <w:widowControl w:val="0"/>
              <w:ind w:left="-108"/>
              <w:jc w:val="both"/>
            </w:pPr>
            <w:r w:rsidRPr="00FC0EDF">
              <w:rPr>
                <w:b/>
                <w:bCs/>
              </w:rPr>
              <w:t>1.</w:t>
            </w:r>
            <w:r w:rsidRPr="00FC0EDF">
              <w:t xml:space="preserve"> Застосування принципу «єдиного вікна».</w:t>
            </w: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2.</w:t>
            </w:r>
            <w:r w:rsidRPr="00FC0EDF">
              <w:t xml:space="preserve"> Забезпечення підкон-трольності особистого спілкування посадових осіб із замовниками послуг.</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3</w:t>
            </w:r>
            <w:r w:rsidRPr="00FC0EDF">
              <w:t>. Визначення перспек-тив, наявності технічних, матеріальних та фінанси-вих умов для запровад-ження автоматизованих (електронних) систем прийняття документів, їх розгляду та прийняття рішення про надання адміністративних послуг.</w:t>
            </w:r>
          </w:p>
        </w:tc>
        <w:tc>
          <w:tcPr>
            <w:tcW w:w="2125" w:type="dxa"/>
          </w:tcPr>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rPr>
                <w:lang w:val="en-US"/>
              </w:rPr>
              <w:t>IV</w:t>
            </w:r>
            <w:r w:rsidRPr="00FC0EDF">
              <w:t xml:space="preserve"> квартал 2019 року.</w:t>
            </w:r>
          </w:p>
        </w:tc>
        <w:tc>
          <w:tcPr>
            <w:tcW w:w="6605" w:type="dxa"/>
          </w:tcPr>
          <w:p w:rsidR="00BA7906" w:rsidRDefault="00BA7906" w:rsidP="00663333">
            <w:pPr>
              <w:jc w:val="both"/>
            </w:pPr>
            <w:r>
              <w:t>1. Санітарно-епідеміологічний та фітосанітарний контроль товарів в місцях митного оформлення з 01.02.2018 здійснюється виключно за принципом «єдиного вікна»</w:t>
            </w:r>
          </w:p>
          <w:p w:rsidR="00BA7906" w:rsidRDefault="00BA7906" w:rsidP="00FC0EDF">
            <w:pPr>
              <w:ind w:right="-108"/>
              <w:textAlignment w:val="baseline"/>
            </w:pPr>
          </w:p>
          <w:p w:rsidR="00BA7906" w:rsidRDefault="00BA7906" w:rsidP="00D01DA6">
            <w:pPr>
              <w:jc w:val="both"/>
            </w:pPr>
            <w:r>
              <w:t>2. Спілкування з замовниками послуг вибірково здійснюється спільно керівниками підрозділів та безпосередніми виконавцями послуг, дотримання вимог законодавства контролюється шляхом перевірки наданих замовником документів при візуванні підготовлених документів</w:t>
            </w:r>
          </w:p>
          <w:p w:rsidR="00BA7906" w:rsidRDefault="00BA7906" w:rsidP="00FC0EDF">
            <w:pPr>
              <w:ind w:right="-108"/>
              <w:textAlignment w:val="baseline"/>
            </w:pPr>
          </w:p>
          <w:p w:rsidR="00BA7906" w:rsidRPr="00FC0EDF" w:rsidRDefault="00BA7906" w:rsidP="00FC0EDF">
            <w:pPr>
              <w:ind w:right="-108"/>
              <w:textAlignment w:val="baseline"/>
            </w:pPr>
            <w:r>
              <w:t xml:space="preserve">3. </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11.</w:t>
            </w:r>
          </w:p>
        </w:tc>
        <w:tc>
          <w:tcPr>
            <w:tcW w:w="2408" w:type="dxa"/>
          </w:tcPr>
          <w:p w:rsidR="00BA7906" w:rsidRPr="00FC0EDF" w:rsidRDefault="00BA7906" w:rsidP="00FC0EDF">
            <w:pPr>
              <w:widowControl w:val="0"/>
              <w:ind w:left="-108"/>
              <w:jc w:val="both"/>
            </w:pPr>
            <w:r w:rsidRPr="00FC0EDF">
              <w:rPr>
                <w:b/>
                <w:bCs/>
              </w:rPr>
              <w:t>Ризик</w:t>
            </w:r>
            <w:r w:rsidRPr="00FC0EDF">
              <w:t>: надання не-достовірних відомос-тей замовнику експе-ртизи для отримання вигоди.</w:t>
            </w:r>
          </w:p>
          <w:p w:rsidR="00BA7906" w:rsidRPr="00FC0EDF" w:rsidRDefault="00BA7906" w:rsidP="00FC0EDF">
            <w:pPr>
              <w:widowControl w:val="0"/>
              <w:ind w:left="-108"/>
              <w:jc w:val="both"/>
            </w:pPr>
            <w:r w:rsidRPr="00FC0EDF">
              <w:rPr>
                <w:b/>
                <w:bCs/>
              </w:rPr>
              <w:t>Опис</w:t>
            </w:r>
            <w:r w:rsidRPr="00FC0EDF">
              <w:t>: у сфері надан-ня послуг з проведен-ня експертизи струк-турні підрозділи лабо-раторій, надають пос-луги з проведення експертизи об’єктів регулювання не від-сторонені від цього процесу і так чи інакше впливають на прийняття рішення про надання або від-мову у наданні послу-ги. Також можливий вплив з боку посадо-вих осіб або представ-вників суб’єктів гос-подарювання або ін-ших осіб на резуль-тати проведених ла-бораторних дослід-жень з метою прихо-вування фактів вияв-лення шкідливих організмів.</w:t>
            </w:r>
          </w:p>
        </w:tc>
        <w:tc>
          <w:tcPr>
            <w:tcW w:w="2834" w:type="dxa"/>
          </w:tcPr>
          <w:p w:rsidR="00BA7906" w:rsidRPr="00FC0EDF" w:rsidRDefault="00BA7906" w:rsidP="00116BF3">
            <w:pPr>
              <w:widowControl w:val="0"/>
              <w:ind w:left="-108"/>
              <w:jc w:val="both"/>
            </w:pPr>
            <w:r w:rsidRPr="00FC0EDF">
              <w:t>1.Інформація про об’єкт регулювання, щодо якого проводиться аналіз, має бути закодована і знеосо-блена, що є запорукою об’єктивності і неуперед-женос</w:t>
            </w:r>
            <w:r>
              <w:t>ті під час прове-дення аналізу.</w:t>
            </w:r>
          </w:p>
          <w:p w:rsidR="00BA7906" w:rsidRPr="00FC0EDF" w:rsidRDefault="00BA7906" w:rsidP="00FC0EDF">
            <w:pPr>
              <w:widowControl w:val="0"/>
              <w:ind w:left="-108"/>
              <w:jc w:val="both"/>
            </w:pPr>
          </w:p>
        </w:tc>
        <w:tc>
          <w:tcPr>
            <w:tcW w:w="2125" w:type="dxa"/>
          </w:tcPr>
          <w:p w:rsidR="00BA7906" w:rsidRPr="00FC0EDF" w:rsidRDefault="00BA7906" w:rsidP="00116BF3">
            <w:pPr>
              <w:widowControl w:val="0"/>
            </w:pPr>
            <w:r w:rsidRPr="00FC0EDF">
              <w:t>І квартал 201</w:t>
            </w:r>
            <w:r>
              <w:t>9</w:t>
            </w:r>
            <w:r w:rsidRPr="00FC0EDF">
              <w:t xml:space="preserve"> року</w:t>
            </w:r>
          </w:p>
        </w:tc>
        <w:tc>
          <w:tcPr>
            <w:tcW w:w="6605" w:type="dxa"/>
          </w:tcPr>
          <w:p w:rsidR="00BA7906" w:rsidRPr="0084250D" w:rsidRDefault="00BA7906" w:rsidP="00D01DA6">
            <w:pPr>
              <w:jc w:val="both"/>
              <w:rPr>
                <w:color w:val="000000"/>
              </w:rPr>
            </w:pPr>
            <w:r>
              <w:t xml:space="preserve">1. </w:t>
            </w:r>
            <w:r w:rsidRPr="0084250D">
              <w:rPr>
                <w:color w:val="000000"/>
              </w:rPr>
              <w:t>Зміна програми з кодуванням об’єкту регулювання підкарантинної продукції, щодо якого проводиться аналіз, знаходиться в стадії розробки Департаментом фітосанітарної безпеки Держпродспоживслужби України.</w:t>
            </w:r>
          </w:p>
          <w:p w:rsidR="00BA7906" w:rsidRPr="00FC0EDF" w:rsidRDefault="00BA7906" w:rsidP="00D01DA6">
            <w:pPr>
              <w:ind w:right="-108"/>
              <w:jc w:val="both"/>
              <w:textAlignment w:val="baseline"/>
            </w:pPr>
            <w:r w:rsidRPr="0084250D">
              <w:rPr>
                <w:color w:val="000000"/>
              </w:rPr>
              <w:t>Відділ реєстрації зразків об’єктів регулювання та відділ аналізу об’єктів регулювання входять до структури ДУ «Харківська фітосанітарна лабораторія», яка не підпорядковується Головному управлінню Держпродспоживслужба в Харківській області</w:t>
            </w:r>
            <w:r>
              <w:rPr>
                <w:color w:val="000000"/>
              </w:rPr>
              <w:t>.</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12.</w:t>
            </w:r>
          </w:p>
        </w:tc>
        <w:tc>
          <w:tcPr>
            <w:tcW w:w="2408" w:type="dxa"/>
          </w:tcPr>
          <w:p w:rsidR="00BA7906" w:rsidRPr="00FC0EDF" w:rsidRDefault="00BA7906" w:rsidP="00FC0EDF">
            <w:pPr>
              <w:widowControl w:val="0"/>
              <w:ind w:left="-108"/>
              <w:jc w:val="both"/>
            </w:pPr>
            <w:r w:rsidRPr="00FC0EDF">
              <w:rPr>
                <w:b/>
                <w:bCs/>
              </w:rPr>
              <w:t>Ризик</w:t>
            </w:r>
            <w:r w:rsidRPr="00FC0EDF">
              <w:t>: недоскона-лість захисту інфор-мації, яка була ство-рена або стала відома під час виконання службових обов’язків.</w:t>
            </w:r>
          </w:p>
          <w:p w:rsidR="00BA7906" w:rsidRPr="00FC0EDF" w:rsidRDefault="00BA7906" w:rsidP="00FC0EDF">
            <w:pPr>
              <w:widowControl w:val="0"/>
              <w:ind w:left="-108"/>
              <w:jc w:val="both"/>
            </w:pPr>
            <w:r w:rsidRPr="00FC0EDF">
              <w:rPr>
                <w:b/>
                <w:bCs/>
              </w:rPr>
              <w:t>Опис</w:t>
            </w:r>
            <w:r w:rsidRPr="00FC0EDF">
              <w:t>: можливе розго-лошення інформації через порушення умов її зберігання, серед яких є незахи-щеність техніки, дос-туп широкого кола посадових осіб до інформації.</w:t>
            </w:r>
          </w:p>
        </w:tc>
        <w:tc>
          <w:tcPr>
            <w:tcW w:w="2834" w:type="dxa"/>
          </w:tcPr>
          <w:p w:rsidR="00BA7906" w:rsidRPr="00FC0EDF" w:rsidRDefault="00BA7906" w:rsidP="00FC0EDF">
            <w:pPr>
              <w:widowControl w:val="0"/>
              <w:ind w:left="-108"/>
              <w:jc w:val="both"/>
            </w:pPr>
            <w:r w:rsidRPr="00FC0EDF">
              <w:rPr>
                <w:b/>
                <w:bCs/>
              </w:rPr>
              <w:t>1</w:t>
            </w:r>
            <w:r w:rsidRPr="00FC0EDF">
              <w:t>. Обмежити доступ широкого кола посадових осіб до інформації.</w:t>
            </w:r>
          </w:p>
          <w:p w:rsidR="00BA7906" w:rsidRPr="00FC0EDF" w:rsidRDefault="00BA7906" w:rsidP="00FC0EDF">
            <w:pPr>
              <w:widowControl w:val="0"/>
              <w:ind w:left="-108"/>
              <w:jc w:val="both"/>
              <w:rPr>
                <w:b/>
                <w:bCs/>
              </w:rPr>
            </w:pPr>
          </w:p>
          <w:p w:rsidR="00BA7906" w:rsidRPr="00FC0EDF" w:rsidRDefault="00BA7906" w:rsidP="00FC0EDF">
            <w:pPr>
              <w:widowControl w:val="0"/>
              <w:ind w:left="-108"/>
              <w:jc w:val="both"/>
            </w:pPr>
            <w:r w:rsidRPr="00FC0EDF">
              <w:rPr>
                <w:b/>
                <w:bCs/>
              </w:rPr>
              <w:t>2.</w:t>
            </w:r>
            <w:r w:rsidRPr="00FC0EDF">
              <w:t xml:space="preserve"> Використовувати в роботі виключно українські домени та захищені мережі інтернету.</w:t>
            </w: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Pr="00FC0EDF" w:rsidRDefault="00BA7906" w:rsidP="00FC0EDF">
            <w:pPr>
              <w:widowControl w:val="0"/>
              <w:ind w:left="-108"/>
              <w:jc w:val="both"/>
            </w:pPr>
            <w:r w:rsidRPr="00FC0EDF">
              <w:rPr>
                <w:b/>
                <w:bCs/>
              </w:rPr>
              <w:t>3.</w:t>
            </w:r>
            <w:r w:rsidRPr="00FC0EDF">
              <w:t xml:space="preserve"> Впровадження системи електронного документообігу в головних управліннях та регіональних службах.</w:t>
            </w:r>
          </w:p>
          <w:p w:rsidR="00BA7906" w:rsidRPr="00FC0EDF"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Pr="00FC0EDF" w:rsidRDefault="00BA7906" w:rsidP="00FC0EDF">
            <w:pPr>
              <w:widowControl w:val="0"/>
              <w:ind w:left="-108"/>
              <w:jc w:val="both"/>
            </w:pPr>
            <w:r w:rsidRPr="00FC0EDF">
              <w:rPr>
                <w:b/>
                <w:bCs/>
              </w:rPr>
              <w:t>4</w:t>
            </w:r>
            <w:r w:rsidRPr="00FC0EDF">
              <w:t>. Визначення перспектив створення окремого структурного підрозділу або покладання додатко-вих обов’язків на вже існуючих співробітників з метою захисту інформа-ції.</w:t>
            </w:r>
          </w:p>
        </w:tc>
        <w:tc>
          <w:tcPr>
            <w:tcW w:w="2125" w:type="dxa"/>
          </w:tcPr>
          <w:p w:rsidR="00BA7906" w:rsidRPr="00FC0EDF" w:rsidRDefault="00BA7906" w:rsidP="00FC0EDF">
            <w:pPr>
              <w:widowControl w:val="0"/>
            </w:pPr>
            <w:r w:rsidRPr="00FC0EDF">
              <w:t>І квартал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r w:rsidRPr="00FC0EDF">
              <w:t>ІV квартал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r w:rsidRPr="00FC0EDF">
              <w:t>ІV квартал 2018 року</w:t>
            </w:r>
          </w:p>
          <w:p w:rsidR="00BA7906" w:rsidRPr="00FC0EDF" w:rsidRDefault="00BA7906" w:rsidP="00FC0EDF">
            <w:pPr>
              <w:widowControl w:val="0"/>
            </w:pPr>
          </w:p>
          <w:p w:rsidR="00BA7906" w:rsidRPr="00FC0EDF" w:rsidRDefault="00BA7906" w:rsidP="00FC0EDF">
            <w:pPr>
              <w:widowControl w:val="0"/>
            </w:pPr>
          </w:p>
        </w:tc>
        <w:tc>
          <w:tcPr>
            <w:tcW w:w="6605" w:type="dxa"/>
          </w:tcPr>
          <w:p w:rsidR="00BA7906" w:rsidRDefault="00BA7906" w:rsidP="00D01DA6">
            <w:pPr>
              <w:jc w:val="both"/>
            </w:pPr>
            <w:r>
              <w:t>1. Інформація (службова та конфіденційна), яка створена в Головному управлінні Держпродспоживслужби в Харківській області, обмежена до доступу широкого кола працівників.</w:t>
            </w:r>
          </w:p>
          <w:p w:rsidR="00BA7906" w:rsidRDefault="00BA7906" w:rsidP="00FC0EDF">
            <w:pPr>
              <w:ind w:right="-108"/>
              <w:jc w:val="both"/>
              <w:textAlignment w:val="baseline"/>
            </w:pPr>
          </w:p>
          <w:p w:rsidR="00BA7906" w:rsidRPr="00697F5F" w:rsidRDefault="00BA7906" w:rsidP="00D01DA6">
            <w:pPr>
              <w:jc w:val="both"/>
              <w:rPr>
                <w:color w:val="000000"/>
              </w:rPr>
            </w:pPr>
            <w:r>
              <w:t xml:space="preserve">2. </w:t>
            </w:r>
            <w:r w:rsidRPr="00697F5F">
              <w:rPr>
                <w:color w:val="000000"/>
              </w:rPr>
              <w:t>Працівники Головного управління ознайомлені з листом Держпродспоживслужби про необхідність використовувати виключно українські домени та захищені мережі інтернету. Вимоги листа дотримуються.</w:t>
            </w:r>
          </w:p>
          <w:p w:rsidR="00BA7906" w:rsidRDefault="00BA7906" w:rsidP="00D01DA6">
            <w:pPr>
              <w:ind w:right="-108"/>
              <w:jc w:val="both"/>
              <w:textAlignment w:val="baseline"/>
              <w:rPr>
                <w:color w:val="000000"/>
              </w:rPr>
            </w:pPr>
            <w:r w:rsidRPr="00697F5F">
              <w:rPr>
                <w:color w:val="000000"/>
              </w:rPr>
              <w:t>В роботі управління фітосанітарної безпеки працівники використовують виключно захищені мережі інтернету. Документи, що відносяться до сфери карантину та захисту рослин, при видачі фітосанітарних сертифікатів, фітосанітарних сертифікатів на реекспорт, використовуються спеціалістами управління як на українській, так і на міжнародних мовах, що передбачено міжнародними стандартами в сфері захисту рослин, вимогами країн-імпортерів, конвенцій країн-партнерів.</w:t>
            </w:r>
          </w:p>
          <w:p w:rsidR="00BA7906" w:rsidRDefault="00BA7906" w:rsidP="00D01DA6">
            <w:pPr>
              <w:ind w:right="-108"/>
              <w:jc w:val="both"/>
              <w:textAlignment w:val="baseline"/>
              <w:rPr>
                <w:color w:val="000000"/>
              </w:rPr>
            </w:pPr>
          </w:p>
          <w:p w:rsidR="00BA7906" w:rsidRDefault="00BA7906" w:rsidP="00D01DA6">
            <w:pPr>
              <w:ind w:right="-108"/>
              <w:jc w:val="both"/>
              <w:textAlignment w:val="baseline"/>
            </w:pPr>
            <w:r>
              <w:t>3. Згідно з листом Держпродспоживслужби від 20.04.2018 № 603-184/2742-18 Центральним апаратом Держпродспоживслужби планується централізоване підключення територіальних органів до системи електронного документообігу «Мегаполіс» та налаштування обміну електронними документами.</w:t>
            </w:r>
          </w:p>
          <w:p w:rsidR="00BA7906" w:rsidRDefault="00BA7906" w:rsidP="00D01DA6">
            <w:pPr>
              <w:ind w:right="-108"/>
              <w:jc w:val="both"/>
              <w:textAlignment w:val="baseline"/>
            </w:pPr>
            <w:r>
              <w:t>Координати осіб Головного управління Держпродспоживслужби в Харківській області, які будуть відповідальними за налаштування системи електронного документообігу «Мегаполіс» надані.</w:t>
            </w:r>
          </w:p>
          <w:p w:rsidR="00BA7906" w:rsidRDefault="00BA7906" w:rsidP="00D01DA6">
            <w:pPr>
              <w:ind w:right="-108"/>
              <w:jc w:val="both"/>
              <w:textAlignment w:val="baseline"/>
            </w:pPr>
          </w:p>
          <w:p w:rsidR="00BA7906" w:rsidRPr="00FC0EDF" w:rsidRDefault="00BA7906" w:rsidP="00D01DA6">
            <w:pPr>
              <w:ind w:right="-108"/>
              <w:jc w:val="both"/>
              <w:textAlignment w:val="baseline"/>
            </w:pPr>
            <w:r>
              <w:t>4.</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13.</w:t>
            </w:r>
          </w:p>
        </w:tc>
        <w:tc>
          <w:tcPr>
            <w:tcW w:w="2408" w:type="dxa"/>
          </w:tcPr>
          <w:p w:rsidR="00BA7906" w:rsidRPr="00FC0EDF" w:rsidRDefault="00BA7906" w:rsidP="00FC0EDF">
            <w:pPr>
              <w:widowControl w:val="0"/>
              <w:ind w:left="-108"/>
              <w:jc w:val="both"/>
            </w:pPr>
            <w:r w:rsidRPr="00FC0EDF">
              <w:rPr>
                <w:b/>
                <w:bCs/>
              </w:rPr>
              <w:t>Ризик</w:t>
            </w:r>
            <w:r w:rsidRPr="00FC0EDF">
              <w:t>: вплив з боку зацікавлених осіб на посадових осіб Служ-би при здійсненні ними заходів держав-ного нагляду (контро-лю) та/або зловжи-вання повноважен-нями посадовими особами Служби при здійсненні ними захо-дів державного наг-ляду (контролю).</w:t>
            </w:r>
          </w:p>
          <w:p w:rsidR="00BA7906" w:rsidRPr="00FC0EDF" w:rsidRDefault="00BA7906" w:rsidP="00FC0EDF">
            <w:pPr>
              <w:widowControl w:val="0"/>
              <w:ind w:left="-108"/>
              <w:jc w:val="both"/>
            </w:pPr>
            <w:r w:rsidRPr="00FC0EDF">
              <w:rPr>
                <w:b/>
                <w:bCs/>
              </w:rPr>
              <w:t>Опис</w:t>
            </w:r>
            <w:r w:rsidRPr="00FC0EDF">
              <w:t xml:space="preserve">: при здійсненні заходів державного нагляду (контролю) посадова особа може використати свої пов-новаження для одер-жання неправомірної вигоди для себе та/або на неї можуть впливати зацікавленні особи під час здійсне-ння заходів державно-го нагляду </w:t>
            </w:r>
            <w:r w:rsidRPr="00FC0EDF">
              <w:rPr>
                <w:sz w:val="22"/>
                <w:szCs w:val="22"/>
              </w:rPr>
              <w:t>(контролю)</w:t>
            </w:r>
            <w:r w:rsidRPr="00FC0EDF">
              <w:t>.</w:t>
            </w:r>
          </w:p>
        </w:tc>
        <w:tc>
          <w:tcPr>
            <w:tcW w:w="2834" w:type="dxa"/>
          </w:tcPr>
          <w:p w:rsidR="00BA7906" w:rsidRDefault="00BA7906" w:rsidP="00FC0EDF">
            <w:pPr>
              <w:widowControl w:val="0"/>
              <w:ind w:left="-108"/>
              <w:jc w:val="both"/>
            </w:pPr>
            <w:r w:rsidRPr="00FC0EDF">
              <w:rPr>
                <w:b/>
                <w:bCs/>
              </w:rPr>
              <w:t>1</w:t>
            </w:r>
            <w:r w:rsidRPr="00FC0EDF">
              <w:t>. Проведення навчання з посадовими особами, які  здійснюють державний нагляд (контроль), в частині дотримання антикорупційного законодавства.</w:t>
            </w: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Pr="00FC0EDF" w:rsidRDefault="00BA7906" w:rsidP="00FC0EDF">
            <w:pPr>
              <w:widowControl w:val="0"/>
              <w:ind w:left="-108"/>
              <w:jc w:val="both"/>
            </w:pPr>
            <w:r w:rsidRPr="00FC0EDF">
              <w:rPr>
                <w:b/>
                <w:bCs/>
              </w:rPr>
              <w:t>2.</w:t>
            </w:r>
            <w:r w:rsidRPr="00FC0EDF">
              <w:t xml:space="preserve"> Впровадження проце-дури відеофіксації під час здійснення заходів дер-жавного нагляду (контролю).</w:t>
            </w:r>
          </w:p>
        </w:tc>
        <w:tc>
          <w:tcPr>
            <w:tcW w:w="2125" w:type="dxa"/>
          </w:tcPr>
          <w:p w:rsidR="00BA7906" w:rsidRPr="00FC0EDF" w:rsidRDefault="00BA7906" w:rsidP="00FC0EDF">
            <w:pPr>
              <w:widowControl w:val="0"/>
            </w:pPr>
            <w:r w:rsidRPr="00FC0EDF">
              <w:t>1 раз на квартал щороку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2E5CFD">
            <w:pPr>
              <w:widowControl w:val="0"/>
              <w:jc w:val="both"/>
            </w:pPr>
            <w:r>
              <w:t>Доз</w:t>
            </w:r>
            <w:r w:rsidRPr="00FC0EDF">
              <w:t>акупівля необ-хідної кількості засобів відеофік-сації та впровад-ження процедури відеофіксації за-ходів державного нагляду (контро-лю) до кінця 2018 р., здійснення за-ходів державного нагляду (контро-лю) з викорис-танням засобів відеофіксації в подальших роках</w:t>
            </w:r>
          </w:p>
        </w:tc>
        <w:tc>
          <w:tcPr>
            <w:tcW w:w="6605" w:type="dxa"/>
          </w:tcPr>
          <w:p w:rsidR="00BA7906" w:rsidRDefault="00BA7906" w:rsidP="00D01DA6">
            <w:pPr>
              <w:ind w:right="-108"/>
              <w:jc w:val="both"/>
              <w:textAlignment w:val="baseline"/>
            </w:pPr>
            <w:r>
              <w:t xml:space="preserve">1.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D01DA6">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D01DA6">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textAlignment w:val="baseline"/>
            </w:pPr>
          </w:p>
          <w:p w:rsidR="00BA7906" w:rsidRPr="00B709D8" w:rsidRDefault="00BA7906" w:rsidP="00D01DA6">
            <w:pPr>
              <w:jc w:val="both"/>
              <w:rPr>
                <w:color w:val="000000"/>
              </w:rPr>
            </w:pPr>
            <w:r>
              <w:t xml:space="preserve">2. </w:t>
            </w:r>
            <w:r w:rsidRPr="00B709D8">
              <w:rPr>
                <w:color w:val="000000"/>
              </w:rPr>
              <w:t>Наказом Головного управління Держпродспоживслужби в Харківській області «Про впровадження процедури відеофіксації» від 29.12.</w:t>
            </w:r>
            <w:r>
              <w:rPr>
                <w:color w:val="000000"/>
              </w:rPr>
              <w:t xml:space="preserve">2017 </w:t>
            </w:r>
            <w:r w:rsidRPr="00B709D8">
              <w:rPr>
                <w:color w:val="000000"/>
              </w:rPr>
              <w:t>№ 2874 впроваджено процедуру відеофіксації під час здійснення контрольних заходів.</w:t>
            </w:r>
          </w:p>
          <w:p w:rsidR="00BA7906" w:rsidRPr="00E836C8" w:rsidRDefault="00BA7906" w:rsidP="00D01DA6">
            <w:pPr>
              <w:jc w:val="both"/>
              <w:rPr>
                <w:color w:val="000000"/>
              </w:rPr>
            </w:pPr>
            <w:r w:rsidRPr="00E836C8">
              <w:rPr>
                <w:color w:val="000000"/>
              </w:rPr>
              <w:t>Запланована сума закупівлі засобів відеофіксації − 3359280 грн (сума розрахована з урахуванням забезпечення відеореєстраторами кожного працівника, до функціональних обов’язків яких входить здійснення заходів державного нагляду (контролю) у сфері господарської діяльності − 420 працівників)</w:t>
            </w:r>
          </w:p>
          <w:p w:rsidR="00BA7906" w:rsidRPr="009F36C6" w:rsidRDefault="00BA7906" w:rsidP="00D01DA6">
            <w:pPr>
              <w:jc w:val="both"/>
              <w:rPr>
                <w:color w:val="000000"/>
              </w:rPr>
            </w:pPr>
            <w:r w:rsidRPr="009F36C6">
              <w:rPr>
                <w:color w:val="000000"/>
              </w:rPr>
              <w:t>Сума закупівлі засобів відеофіксації − 273437,00 грн, з яких у I</w:t>
            </w:r>
            <w:r w:rsidRPr="009F36C6">
              <w:rPr>
                <w:color w:val="000000"/>
                <w:lang w:val="en-US"/>
              </w:rPr>
              <w:t>V</w:t>
            </w:r>
            <w:r w:rsidRPr="009F36C6">
              <w:rPr>
                <w:color w:val="000000"/>
              </w:rPr>
              <w:t xml:space="preserve"> кварталі 2018 року − 17997,00 грн.</w:t>
            </w:r>
          </w:p>
          <w:p w:rsidR="00BA7906" w:rsidRPr="009F36C6" w:rsidRDefault="00BA7906" w:rsidP="00D01DA6">
            <w:pPr>
              <w:jc w:val="both"/>
              <w:rPr>
                <w:color w:val="000000"/>
              </w:rPr>
            </w:pPr>
            <w:r w:rsidRPr="009F36C6">
              <w:rPr>
                <w:color w:val="000000"/>
              </w:rPr>
              <w:t>Здійснено заходів державного нагляду (контролю) з початку року − 3631, з яких у I</w:t>
            </w:r>
            <w:r w:rsidRPr="009F36C6">
              <w:rPr>
                <w:color w:val="000000"/>
                <w:lang w:val="en-US"/>
              </w:rPr>
              <w:t>V</w:t>
            </w:r>
            <w:r w:rsidRPr="009F36C6">
              <w:rPr>
                <w:color w:val="000000"/>
              </w:rPr>
              <w:t xml:space="preserve"> кварталі 2018 року −1244.</w:t>
            </w:r>
          </w:p>
          <w:p w:rsidR="00BA7906" w:rsidRPr="009F36C6" w:rsidRDefault="00BA7906" w:rsidP="00D01DA6">
            <w:pPr>
              <w:ind w:right="-108"/>
              <w:textAlignment w:val="baseline"/>
              <w:rPr>
                <w:color w:val="000000"/>
              </w:rPr>
            </w:pPr>
            <w:r w:rsidRPr="009F36C6">
              <w:rPr>
                <w:color w:val="000000"/>
              </w:rPr>
              <w:t>Здійснено заходів державного нагляду (контролю) з використанням засобів відеофіксації з початку року − 1415, з яких у I</w:t>
            </w:r>
            <w:r w:rsidRPr="009F36C6">
              <w:rPr>
                <w:color w:val="000000"/>
                <w:lang w:val="en-US"/>
              </w:rPr>
              <w:t>V</w:t>
            </w:r>
            <w:r w:rsidRPr="009F36C6">
              <w:rPr>
                <w:color w:val="000000"/>
              </w:rPr>
              <w:t xml:space="preserve"> кварталі 2018 року −</w:t>
            </w:r>
            <w:r>
              <w:rPr>
                <w:color w:val="000000"/>
              </w:rPr>
              <w:t>720</w:t>
            </w:r>
            <w:r w:rsidRPr="009F36C6">
              <w:rPr>
                <w:color w:val="000000"/>
              </w:rPr>
              <w:t>.</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14.</w:t>
            </w:r>
          </w:p>
        </w:tc>
        <w:tc>
          <w:tcPr>
            <w:tcW w:w="2408" w:type="dxa"/>
          </w:tcPr>
          <w:p w:rsidR="00BA7906" w:rsidRPr="00FC0EDF" w:rsidRDefault="00BA7906" w:rsidP="00FC0EDF">
            <w:pPr>
              <w:widowControl w:val="0"/>
              <w:ind w:left="-108"/>
              <w:jc w:val="both"/>
            </w:pPr>
            <w:r w:rsidRPr="00FC0EDF">
              <w:rPr>
                <w:b/>
                <w:bCs/>
              </w:rPr>
              <w:t>Ризик</w:t>
            </w:r>
            <w:r w:rsidRPr="00FC0EDF">
              <w:t>: неврегульова-ність процедури обробки повідомлень про корупцію.</w:t>
            </w:r>
          </w:p>
          <w:p w:rsidR="00BA7906" w:rsidRPr="00FC0EDF" w:rsidRDefault="00BA7906" w:rsidP="00FC0EDF">
            <w:pPr>
              <w:widowControl w:val="0"/>
              <w:ind w:left="-108"/>
              <w:jc w:val="both"/>
            </w:pPr>
            <w:r w:rsidRPr="00FC0EDF">
              <w:rPr>
                <w:b/>
                <w:bCs/>
              </w:rPr>
              <w:t>Опис</w:t>
            </w:r>
            <w:r w:rsidRPr="00FC0EDF">
              <w:t>: доступ необ-меженого кола осіб до повідомлень про ко-рупцію, що дає мож-ливість ознайомитись з такими повідомлен-нями особам щодо яких надіслано повідомлення та може призвести до розголошення інфор-мації щодо повідом-лень про корупцію іншим зацікавленим особам.</w:t>
            </w:r>
          </w:p>
        </w:tc>
        <w:tc>
          <w:tcPr>
            <w:tcW w:w="2834" w:type="dxa"/>
          </w:tcPr>
          <w:p w:rsidR="00BA7906" w:rsidRPr="00FC0EDF" w:rsidRDefault="00BA7906" w:rsidP="00FC0EDF">
            <w:pPr>
              <w:widowControl w:val="0"/>
              <w:ind w:left="-108"/>
              <w:jc w:val="both"/>
            </w:pPr>
            <w:r w:rsidRPr="00FC0EDF">
              <w:rPr>
                <w:b/>
                <w:bCs/>
              </w:rPr>
              <w:t>1.</w:t>
            </w:r>
            <w:r w:rsidRPr="00FC0EDF">
              <w:t xml:space="preserve"> Запровадження системи подання повідомлень про корупцію (віконце «Пові-дом про корупцію» на офіційних сайтах Держ-продспоживслужби, її . територіальних органів та державних установ, які входять до сфери її управління, електронні адреси та номери телефо-нів антикорупційних під-розділів, за якими можна звернутися і повідомити про корупцію та скриньки для письмових звернень, розташовані в приміщен-нях органів Держпродспоживслужби.</w:t>
            </w:r>
          </w:p>
          <w:p w:rsidR="00BA7906" w:rsidRDefault="00BA7906" w:rsidP="00FC0EDF">
            <w:pPr>
              <w:widowControl w:val="0"/>
              <w:ind w:left="-108"/>
              <w:jc w:val="both"/>
              <w:rPr>
                <w:b/>
                <w:bCs/>
              </w:rPr>
            </w:pPr>
          </w:p>
          <w:p w:rsidR="00BA7906" w:rsidRDefault="00BA7906" w:rsidP="00FC0EDF">
            <w:pPr>
              <w:widowControl w:val="0"/>
              <w:ind w:left="-108"/>
              <w:jc w:val="both"/>
            </w:pPr>
            <w:r w:rsidRPr="00FC0EDF">
              <w:rPr>
                <w:b/>
                <w:bCs/>
              </w:rPr>
              <w:t>2.</w:t>
            </w:r>
            <w:r w:rsidRPr="00FC0EDF">
              <w:t xml:space="preserve"> Проведення навчань (інформування) працівни-кам щодо повідомлень про корупцію.</w:t>
            </w: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Default="00BA7906" w:rsidP="00FC0EDF">
            <w:pPr>
              <w:widowControl w:val="0"/>
              <w:ind w:left="-108"/>
              <w:jc w:val="both"/>
            </w:pPr>
          </w:p>
          <w:p w:rsidR="00BA7906" w:rsidRPr="00FC0EDF" w:rsidRDefault="00BA7906" w:rsidP="00FC0EDF">
            <w:pPr>
              <w:widowControl w:val="0"/>
              <w:ind w:left="-108" w:right="-108"/>
              <w:jc w:val="both"/>
            </w:pPr>
            <w:r w:rsidRPr="00FC0EDF">
              <w:rPr>
                <w:b/>
                <w:bCs/>
              </w:rPr>
              <w:t>3.</w:t>
            </w:r>
            <w:r w:rsidRPr="00FC0EDF">
              <w:t xml:space="preserve"> Розробка та затвер-дження організаційно-розпорядчого акту, що передбачатиме процедуру роботи з повідомленнями викривачів (обмеження доступу до інформації посадових осіб, порядок перевірки таких повідом-лень, інформування про його порушення НАЗК).</w:t>
            </w:r>
          </w:p>
        </w:tc>
        <w:tc>
          <w:tcPr>
            <w:tcW w:w="2125" w:type="dxa"/>
          </w:tcPr>
          <w:p w:rsidR="00BA7906" w:rsidRPr="00FC0EDF" w:rsidRDefault="00BA7906" w:rsidP="00FC0EDF">
            <w:pPr>
              <w:widowControl w:val="0"/>
            </w:pPr>
            <w:r w:rsidRPr="00FC0EDF">
              <w:t>До кінця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ind w:left="34" w:right="-95"/>
              <w:jc w:val="both"/>
              <w:textAlignment w:val="baseline"/>
            </w:pPr>
            <w:r w:rsidRPr="00FC0EDF">
              <w:t>Шорічно в IV кварталі  2019, 2020 років</w:t>
            </w: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Default="00BA7906" w:rsidP="00FC0EDF">
            <w:pPr>
              <w:widowControl w:val="0"/>
            </w:pPr>
          </w:p>
          <w:p w:rsidR="00BA7906" w:rsidRPr="00FC0EDF" w:rsidRDefault="00BA7906" w:rsidP="00FC0EDF">
            <w:pPr>
              <w:widowControl w:val="0"/>
            </w:pPr>
            <w:r w:rsidRPr="00FC0EDF">
              <w:t>ІІ квартал 2019 року</w:t>
            </w:r>
          </w:p>
        </w:tc>
        <w:tc>
          <w:tcPr>
            <w:tcW w:w="6605" w:type="dxa"/>
          </w:tcPr>
          <w:p w:rsidR="00BA7906" w:rsidRDefault="00BA7906" w:rsidP="00FC0EDF">
            <w:pPr>
              <w:ind w:right="-108"/>
              <w:jc w:val="both"/>
              <w:textAlignment w:val="baseline"/>
            </w:pPr>
            <w:r>
              <w:t>1. В Головному управлінні забезпечено такі канали надання повідомлень про корупцію, як через засоби електронного зв</w:t>
            </w:r>
            <w:r w:rsidRPr="00355232">
              <w:t>’</w:t>
            </w:r>
            <w:r>
              <w:t>язку, спеціальну телефонну лінію, особистий прийом завідувача сектору з питань запобігання корупції, засоби поштового зв</w:t>
            </w:r>
            <w:r w:rsidRPr="00355232">
              <w:t>’</w:t>
            </w:r>
            <w:r>
              <w:t>язку та в приміщенні Головного управління Держпродспоживслужби в Харківській області розташовано скриньку для письмових звернень. Інформацію про канали надання повідомлень про корупцію висвітлено на офіційному веб-сайті Головного управління та розміщено на інформаційному стенді в приміщенні Головного управління та приміщеннях структурних підрозділів</w:t>
            </w: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FC0EDF">
            <w:pPr>
              <w:ind w:right="-108"/>
              <w:jc w:val="both"/>
              <w:textAlignment w:val="baseline"/>
            </w:pPr>
          </w:p>
          <w:p w:rsidR="00BA7906" w:rsidRDefault="00BA7906" w:rsidP="007D6405">
            <w:pPr>
              <w:ind w:right="-108"/>
              <w:jc w:val="both"/>
              <w:textAlignment w:val="baseline"/>
            </w:pPr>
            <w:r>
              <w:t xml:space="preserve">2. З 18.04.2018 проведено навчання з 571 співробітником в </w:t>
            </w:r>
            <w:r w:rsidRPr="0039106F">
              <w:rPr>
                <w:color w:val="000000"/>
              </w:rPr>
              <w:t>54</w:t>
            </w:r>
            <w:r>
              <w:t xml:space="preserve"> структурних підрозділах Головного управління та Установах, які відносяться до сфери управління Держпродспоживслужби з фіксацією підпису у відомості про ознайомлення, з яких:</w:t>
            </w:r>
          </w:p>
          <w:p w:rsidR="00BA7906" w:rsidRDefault="00BA7906" w:rsidP="007D6405">
            <w:pPr>
              <w:ind w:right="-108"/>
              <w:jc w:val="both"/>
              <w:textAlignment w:val="baseline"/>
            </w:pPr>
            <w:r>
              <w:t xml:space="preserve">У ІV кварталі 2018 − з 171 співробітником в </w:t>
            </w:r>
            <w:r w:rsidRPr="0039106F">
              <w:rPr>
                <w:color w:val="000000"/>
              </w:rPr>
              <w:t>16</w:t>
            </w:r>
            <w:r>
              <w:t xml:space="preserve"> структурних підрозділах Головного управління та Установах, які відносяться до сфери управління Держпродспоживслужби</w:t>
            </w:r>
          </w:p>
          <w:p w:rsidR="00BA7906" w:rsidRDefault="00BA7906" w:rsidP="007D6405">
            <w:pPr>
              <w:ind w:right="-108"/>
              <w:jc w:val="both"/>
              <w:textAlignment w:val="baseline"/>
            </w:pPr>
            <w:r>
              <w:t>(робота продовжується, в плані − 23 структурних підрозділів та Установ)</w:t>
            </w:r>
          </w:p>
          <w:p w:rsidR="00BA7906" w:rsidRDefault="00BA7906" w:rsidP="00FC0EDF">
            <w:pPr>
              <w:ind w:right="-108"/>
              <w:jc w:val="both"/>
              <w:textAlignment w:val="baseline"/>
            </w:pPr>
          </w:p>
          <w:p w:rsidR="00BA7906" w:rsidRPr="00FC0EDF" w:rsidRDefault="00BA7906" w:rsidP="00FC0EDF">
            <w:pPr>
              <w:ind w:right="-108"/>
              <w:jc w:val="both"/>
              <w:textAlignment w:val="baseline"/>
            </w:pPr>
            <w:r>
              <w:t xml:space="preserve">3. </w:t>
            </w:r>
          </w:p>
        </w:tc>
      </w:tr>
      <w:tr w:rsidR="00BA7906" w:rsidRPr="00FC0EDF" w:rsidTr="000B28E3">
        <w:trPr>
          <w:gridBefore w:val="1"/>
          <w:wBefore w:w="6" w:type="dxa"/>
        </w:trPr>
        <w:tc>
          <w:tcPr>
            <w:tcW w:w="710" w:type="dxa"/>
          </w:tcPr>
          <w:p w:rsidR="00BA7906" w:rsidRPr="00FC0EDF" w:rsidRDefault="00BA7906" w:rsidP="00FC0EDF">
            <w:pPr>
              <w:widowControl w:val="0"/>
              <w:ind w:left="-108"/>
              <w:jc w:val="both"/>
            </w:pPr>
            <w:r w:rsidRPr="00FC0EDF">
              <w:t>15.</w:t>
            </w:r>
          </w:p>
        </w:tc>
        <w:tc>
          <w:tcPr>
            <w:tcW w:w="2408" w:type="dxa"/>
          </w:tcPr>
          <w:p w:rsidR="00BA7906" w:rsidRPr="00FC0EDF" w:rsidRDefault="00BA7906" w:rsidP="00FC0EDF">
            <w:pPr>
              <w:widowControl w:val="0"/>
              <w:ind w:left="-108"/>
              <w:jc w:val="both"/>
            </w:pPr>
            <w:r w:rsidRPr="002E5CFD">
              <w:t>Ризик</w:t>
            </w:r>
            <w:r w:rsidRPr="00FC0EDF">
              <w:t>: вплив з боку посадових осіб на відбір кандидатур для участі у семінарах, навчаннях, тренінгах на території інших країн.</w:t>
            </w:r>
          </w:p>
          <w:p w:rsidR="00BA7906" w:rsidRPr="00FC0EDF" w:rsidRDefault="00BA7906" w:rsidP="00FC0EDF">
            <w:pPr>
              <w:widowControl w:val="0"/>
              <w:ind w:left="-108"/>
              <w:jc w:val="both"/>
            </w:pPr>
            <w:r w:rsidRPr="002E5CFD">
              <w:t>Опис:</w:t>
            </w:r>
            <w:r w:rsidRPr="00FC0EDF">
              <w:t xml:space="preserve"> недоброчесна поведінка посадових осіб при відборі кан-дидатур для участі у семінарах, навчаннях, тренінгах на території інших країн.</w:t>
            </w:r>
          </w:p>
        </w:tc>
        <w:tc>
          <w:tcPr>
            <w:tcW w:w="2834" w:type="dxa"/>
          </w:tcPr>
          <w:p w:rsidR="00BA7906" w:rsidRPr="00FC0EDF" w:rsidRDefault="00BA7906" w:rsidP="00FC0EDF">
            <w:pPr>
              <w:widowControl w:val="0"/>
              <w:ind w:left="-108"/>
              <w:jc w:val="both"/>
            </w:pPr>
            <w:r w:rsidRPr="00FC0EDF">
              <w:rPr>
                <w:b/>
                <w:bCs/>
              </w:rPr>
              <w:t>1.</w:t>
            </w:r>
            <w:r w:rsidRPr="00FC0EDF">
              <w:t xml:space="preserve"> Проведення інформа-ційно-роз’яснювальної роботи щодо підвищення рівня інформованості посадових осіб стосовно порядку участі у семінарах, навчаннях, тренінгах на території інших країн. </w:t>
            </w:r>
          </w:p>
          <w:p w:rsidR="00BA7906" w:rsidRPr="00FC0EDF" w:rsidRDefault="00BA7906" w:rsidP="00FC0EDF">
            <w:pPr>
              <w:widowControl w:val="0"/>
              <w:ind w:left="-108"/>
              <w:jc w:val="both"/>
            </w:pPr>
          </w:p>
          <w:p w:rsidR="00BA7906" w:rsidRDefault="00BA7906" w:rsidP="00FC0EDF">
            <w:pPr>
              <w:widowControl w:val="0"/>
              <w:ind w:left="-108"/>
              <w:jc w:val="both"/>
            </w:pPr>
            <w:r w:rsidRPr="00FC0EDF">
              <w:rPr>
                <w:b/>
                <w:bCs/>
              </w:rPr>
              <w:t>2.</w:t>
            </w:r>
            <w:r w:rsidRPr="00FC0EDF">
              <w:t xml:space="preserve"> Підготовка службової записки керівниками структурних підрозділів з пропозиціями щодо кандидатур для участі у семінарах, навчаннях, тренінгах закордоном, які відповідають кваліфіка-ційним вимогам органі-заторів міжнародних заходів.</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3.</w:t>
            </w:r>
            <w:r w:rsidRPr="00FC0EDF">
              <w:t xml:space="preserve"> Розробка наказу про порядок участі посадових осіб у закордонних відрядження.</w:t>
            </w: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4.</w:t>
            </w:r>
            <w:r w:rsidRPr="00FC0EDF">
              <w:t xml:space="preserve"> Підготовка технічного    завдання на відрядження делегації Держпродспо-живслужби для участі у міжнародних заходах з представленням позиції відповідно до постанови Кабінету Міністрів України від 04.11.2015      № 903 “Порядок підго-товки проектів директив, вказівок і технічного завдання для участі у заходах міжнародного характеру та звітів за їх результатами”.</w:t>
            </w:r>
          </w:p>
        </w:tc>
        <w:tc>
          <w:tcPr>
            <w:tcW w:w="2125" w:type="dxa"/>
          </w:tcPr>
          <w:p w:rsidR="00BA7906" w:rsidRPr="00FC0EDF" w:rsidRDefault="00BA7906" w:rsidP="00FC0EDF">
            <w:pPr>
              <w:widowControl w:val="0"/>
            </w:pPr>
            <w:r w:rsidRPr="00FC0EDF">
              <w:t>ІІ квартал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 xml:space="preserve">В разі настання заходу </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ІІ квартал 2019 року</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В разі настання заходу міжнародного характеру</w:t>
            </w:r>
          </w:p>
        </w:tc>
        <w:tc>
          <w:tcPr>
            <w:tcW w:w="6605" w:type="dxa"/>
          </w:tcPr>
          <w:p w:rsidR="00BA7906" w:rsidRPr="008D689E" w:rsidRDefault="00BA7906" w:rsidP="00F24929">
            <w:pPr>
              <w:jc w:val="both"/>
              <w:rPr>
                <w:color w:val="000000"/>
              </w:rPr>
            </w:pPr>
            <w:r>
              <w:t>1</w:t>
            </w:r>
            <w:r w:rsidRPr="008D689E">
              <w:rPr>
                <w:color w:val="000000"/>
              </w:rPr>
              <w:t>. Участь у семінарах, навчаннях, тренінгах на території інших країн проводиться виключно на підставі доручень Держпродспоживслужби</w:t>
            </w:r>
          </w:p>
          <w:p w:rsidR="00BA7906" w:rsidRPr="008D689E" w:rsidRDefault="00BA7906" w:rsidP="00F24929">
            <w:pPr>
              <w:jc w:val="both"/>
              <w:rPr>
                <w:color w:val="000000"/>
              </w:rPr>
            </w:pPr>
            <w:r w:rsidRPr="008D689E">
              <w:rPr>
                <w:color w:val="000000"/>
              </w:rPr>
              <w:t>З початку року у відрядження до інших країн за дорученням Держпродспоживслужби було направлено 2-х працівників Головного управління Держпродспоживслужби в Харківській області.</w:t>
            </w:r>
          </w:p>
          <w:p w:rsidR="00BA7906" w:rsidRPr="008D689E" w:rsidRDefault="00BA7906" w:rsidP="00FC0EDF">
            <w:pPr>
              <w:ind w:right="-108"/>
              <w:textAlignment w:val="baseline"/>
              <w:rPr>
                <w:color w:val="000000"/>
              </w:rPr>
            </w:pPr>
          </w:p>
          <w:p w:rsidR="00BA7906" w:rsidRDefault="00BA7906" w:rsidP="00FC0EDF">
            <w:pPr>
              <w:ind w:right="-108"/>
              <w:textAlignment w:val="baseline"/>
              <w:rPr>
                <w:color w:val="000000"/>
              </w:rPr>
            </w:pPr>
          </w:p>
          <w:p w:rsidR="00BA7906" w:rsidRPr="008D689E" w:rsidRDefault="00BA7906" w:rsidP="00FC0EDF">
            <w:pPr>
              <w:ind w:right="-108"/>
              <w:textAlignment w:val="baseline"/>
              <w:rPr>
                <w:color w:val="000000"/>
              </w:rPr>
            </w:pPr>
          </w:p>
          <w:p w:rsidR="00BA7906" w:rsidRPr="008D689E" w:rsidRDefault="00BA7906" w:rsidP="004456CC">
            <w:pPr>
              <w:jc w:val="both"/>
              <w:rPr>
                <w:color w:val="000000"/>
              </w:rPr>
            </w:pPr>
            <w:r w:rsidRPr="008D689E">
              <w:rPr>
                <w:color w:val="000000"/>
              </w:rPr>
              <w:t>2. Керівниками структурних підрозділів надано 2 службові записки щодо надання кандидатур для участі у семінарах, навчаннях, тренінгах за кордоном, які відповідають кваліфікаційним вимогам організаторів міжнародних заходів та складені на підставі листів Держпродспоживслужби</w:t>
            </w:r>
          </w:p>
          <w:p w:rsidR="00BA7906" w:rsidRPr="008D689E" w:rsidRDefault="00BA7906" w:rsidP="004456CC">
            <w:pPr>
              <w:jc w:val="both"/>
              <w:rPr>
                <w:color w:val="000000"/>
              </w:rPr>
            </w:pPr>
          </w:p>
          <w:p w:rsidR="00BA7906" w:rsidRPr="008D689E" w:rsidRDefault="00BA7906" w:rsidP="004456CC">
            <w:pPr>
              <w:jc w:val="both"/>
              <w:rPr>
                <w:color w:val="000000"/>
              </w:rPr>
            </w:pPr>
          </w:p>
          <w:p w:rsidR="00BA7906" w:rsidRPr="008D689E" w:rsidRDefault="00BA7906" w:rsidP="004456CC">
            <w:pPr>
              <w:jc w:val="both"/>
              <w:rPr>
                <w:color w:val="000000"/>
              </w:rPr>
            </w:pPr>
          </w:p>
          <w:p w:rsidR="00BA7906" w:rsidRDefault="00BA7906" w:rsidP="004456CC">
            <w:pPr>
              <w:jc w:val="both"/>
              <w:rPr>
                <w:color w:val="000000"/>
              </w:rPr>
            </w:pPr>
          </w:p>
          <w:p w:rsidR="00BA7906" w:rsidRDefault="00BA7906" w:rsidP="004456CC">
            <w:pPr>
              <w:jc w:val="both"/>
              <w:rPr>
                <w:color w:val="000000"/>
              </w:rPr>
            </w:pPr>
          </w:p>
          <w:p w:rsidR="00BA7906" w:rsidRDefault="00BA7906" w:rsidP="004456CC">
            <w:pPr>
              <w:jc w:val="both"/>
              <w:rPr>
                <w:color w:val="000000"/>
              </w:rPr>
            </w:pPr>
          </w:p>
          <w:p w:rsidR="00BA7906" w:rsidRPr="008D689E" w:rsidRDefault="00BA7906" w:rsidP="004456CC">
            <w:pPr>
              <w:jc w:val="both"/>
              <w:rPr>
                <w:color w:val="000000"/>
              </w:rPr>
            </w:pPr>
          </w:p>
          <w:p w:rsidR="00BA7906" w:rsidRPr="008D689E" w:rsidRDefault="00BA7906" w:rsidP="004456CC">
            <w:pPr>
              <w:ind w:right="-108"/>
              <w:jc w:val="both"/>
              <w:textAlignment w:val="baseline"/>
              <w:rPr>
                <w:color w:val="000000"/>
              </w:rPr>
            </w:pPr>
            <w:r w:rsidRPr="008D689E">
              <w:rPr>
                <w:color w:val="000000"/>
              </w:rPr>
              <w:t>3. Розробка наказу про порядок участі в закордонних відрядженнях входить до компетенції Держпродспоживслужби</w:t>
            </w:r>
          </w:p>
          <w:p w:rsidR="00BA7906" w:rsidRPr="008D689E" w:rsidRDefault="00BA7906" w:rsidP="004456CC">
            <w:pPr>
              <w:ind w:right="-108"/>
              <w:jc w:val="both"/>
              <w:textAlignment w:val="baseline"/>
              <w:rPr>
                <w:color w:val="000000"/>
              </w:rPr>
            </w:pPr>
          </w:p>
          <w:p w:rsidR="00BA7906" w:rsidRDefault="00BA7906" w:rsidP="004456CC">
            <w:pPr>
              <w:ind w:right="-108"/>
              <w:jc w:val="both"/>
              <w:textAlignment w:val="baseline"/>
              <w:rPr>
                <w:color w:val="000000"/>
              </w:rPr>
            </w:pPr>
          </w:p>
          <w:p w:rsidR="00BA7906" w:rsidRPr="008D689E" w:rsidRDefault="00BA7906" w:rsidP="004456CC">
            <w:pPr>
              <w:ind w:right="-108"/>
              <w:jc w:val="both"/>
              <w:textAlignment w:val="baseline"/>
              <w:rPr>
                <w:color w:val="000000"/>
              </w:rPr>
            </w:pPr>
            <w:r w:rsidRPr="008D689E">
              <w:rPr>
                <w:color w:val="000000"/>
              </w:rPr>
              <w:t xml:space="preserve">4.                                 </w:t>
            </w:r>
            <w:r w:rsidRPr="008D689E">
              <w:rPr>
                <w:color w:val="000000"/>
              </w:rPr>
              <w:sym w:font="Symbol" w:char="F02D"/>
            </w:r>
          </w:p>
        </w:tc>
      </w:tr>
      <w:tr w:rsidR="00BA7906" w:rsidRPr="00FC0EDF" w:rsidTr="000B28E3">
        <w:trPr>
          <w:gridBefore w:val="1"/>
          <w:wBefore w:w="6" w:type="dxa"/>
        </w:trPr>
        <w:tc>
          <w:tcPr>
            <w:tcW w:w="710" w:type="dxa"/>
          </w:tcPr>
          <w:p w:rsidR="00BA7906" w:rsidRPr="00FC0EDF" w:rsidRDefault="00BA7906" w:rsidP="00FC0EDF">
            <w:pPr>
              <w:widowControl w:val="0"/>
              <w:ind w:left="-109" w:right="-108"/>
              <w:jc w:val="both"/>
              <w:rPr>
                <w:spacing w:val="-6"/>
              </w:rPr>
            </w:pPr>
            <w:r w:rsidRPr="00FC0EDF">
              <w:rPr>
                <w:spacing w:val="-6"/>
              </w:rPr>
              <w:t>16.</w:t>
            </w:r>
          </w:p>
        </w:tc>
        <w:tc>
          <w:tcPr>
            <w:tcW w:w="2408" w:type="dxa"/>
          </w:tcPr>
          <w:p w:rsidR="00BA7906" w:rsidRPr="002E5CFD" w:rsidRDefault="00BA7906" w:rsidP="002E5CFD">
            <w:pPr>
              <w:widowControl w:val="0"/>
              <w:ind w:left="-108"/>
              <w:jc w:val="both"/>
            </w:pPr>
            <w:r w:rsidRPr="002E5CFD">
              <w:rPr>
                <w:b/>
                <w:bCs/>
              </w:rPr>
              <w:t>Ризик:</w:t>
            </w:r>
            <w:r w:rsidRPr="002E5CFD">
              <w:t xml:space="preserve"> неврегульова</w:t>
            </w:r>
            <w:r>
              <w:t>-</w:t>
            </w:r>
            <w:r w:rsidRPr="002E5CFD">
              <w:t>ність процесу надання послуг, пов’язаних з реєстрацією та облі</w:t>
            </w:r>
            <w:r>
              <w:t>-</w:t>
            </w:r>
            <w:r w:rsidRPr="002E5CFD">
              <w:t>ком машин, держав</w:t>
            </w:r>
            <w:r>
              <w:t>-</w:t>
            </w:r>
            <w:r w:rsidRPr="002E5CFD">
              <w:t>ним наглядом (конт</w:t>
            </w:r>
            <w:r>
              <w:t>-</w:t>
            </w:r>
            <w:r w:rsidRPr="002E5CFD">
              <w:t xml:space="preserve">ролем) в частині експлуатації та </w:t>
            </w:r>
            <w:r>
              <w:t>тех.-</w:t>
            </w:r>
            <w:r w:rsidRPr="002E5CFD">
              <w:t>нічного стану машин.</w:t>
            </w:r>
          </w:p>
          <w:p w:rsidR="00BA7906" w:rsidRPr="002E5CFD" w:rsidRDefault="00BA7906" w:rsidP="002E5CFD">
            <w:pPr>
              <w:widowControl w:val="0"/>
              <w:ind w:left="-108"/>
              <w:jc w:val="both"/>
            </w:pPr>
            <w:r w:rsidRPr="002E5CFD">
              <w:rPr>
                <w:b/>
                <w:bCs/>
              </w:rPr>
              <w:t>Опис:</w:t>
            </w:r>
            <w:r w:rsidRPr="002E5CFD">
              <w:t xml:space="preserve"> особисте спіл-кування посадової особи Служби з замовником послуги, неетична поведінка посадових осіб Служби під час надання послуг, затягування процесу надання послуг.</w:t>
            </w:r>
          </w:p>
        </w:tc>
        <w:tc>
          <w:tcPr>
            <w:tcW w:w="2834" w:type="dxa"/>
          </w:tcPr>
          <w:p w:rsidR="00BA7906" w:rsidRPr="00FC0EDF" w:rsidRDefault="00BA7906" w:rsidP="00FC0EDF">
            <w:pPr>
              <w:widowControl w:val="0"/>
              <w:ind w:left="-108"/>
              <w:jc w:val="both"/>
            </w:pPr>
            <w:r w:rsidRPr="00FC0EDF">
              <w:rPr>
                <w:b/>
                <w:bCs/>
              </w:rPr>
              <w:t>1.</w:t>
            </w:r>
            <w:r w:rsidRPr="00FC0EDF">
              <w:t>Врегулювання норма-тивно-правової бази.</w:t>
            </w: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p>
          <w:p w:rsidR="00BA7906" w:rsidRPr="00FC0EDF" w:rsidRDefault="00BA7906" w:rsidP="00FC0EDF">
            <w:pPr>
              <w:widowControl w:val="0"/>
              <w:ind w:left="-108"/>
              <w:jc w:val="both"/>
            </w:pPr>
            <w:r w:rsidRPr="00FC0EDF">
              <w:rPr>
                <w:b/>
                <w:bCs/>
              </w:rPr>
              <w:t>2.</w:t>
            </w:r>
            <w:r w:rsidRPr="00FC0EDF">
              <w:t>Забезпечення підконт-рольності особистого спілкування посадових осіб із замовниками послуг.</w:t>
            </w:r>
          </w:p>
          <w:p w:rsidR="00BA7906" w:rsidRPr="00FC0EDF" w:rsidRDefault="00BA7906" w:rsidP="00FC0EDF">
            <w:pPr>
              <w:ind w:left="-108"/>
              <w:jc w:val="both"/>
              <w:textAlignment w:val="baseline"/>
            </w:pPr>
          </w:p>
        </w:tc>
        <w:tc>
          <w:tcPr>
            <w:tcW w:w="2125" w:type="dxa"/>
          </w:tcPr>
          <w:p w:rsidR="00BA7906" w:rsidRPr="00FC0EDF" w:rsidRDefault="00BA7906" w:rsidP="00FC0EDF">
            <w:pPr>
              <w:widowControl w:val="0"/>
            </w:pPr>
            <w:r w:rsidRPr="00FC0EDF">
              <w:t>ІІІ квартал 2019</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r w:rsidRPr="00FC0EDF">
              <w:t>постійно</w:t>
            </w: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pPr>
          </w:p>
          <w:p w:rsidR="00BA7906" w:rsidRPr="00FC0EDF" w:rsidRDefault="00BA7906" w:rsidP="00FC0EDF">
            <w:pPr>
              <w:widowControl w:val="0"/>
              <w:jc w:val="both"/>
            </w:pPr>
          </w:p>
        </w:tc>
        <w:tc>
          <w:tcPr>
            <w:tcW w:w="6605" w:type="dxa"/>
          </w:tcPr>
          <w:p w:rsidR="00BA7906" w:rsidRPr="00697F5F" w:rsidRDefault="00BA7906" w:rsidP="00B9354E">
            <w:pPr>
              <w:jc w:val="both"/>
              <w:rPr>
                <w:color w:val="000000"/>
              </w:rPr>
            </w:pPr>
            <w:r>
              <w:t xml:space="preserve">1. </w:t>
            </w:r>
            <w:r w:rsidRPr="00697F5F">
              <w:rPr>
                <w:color w:val="000000"/>
              </w:rPr>
              <w:t>Відділ реєстрації сільськогосподарської техніки в своїй роботі керується вимогами, передбаченими постан</w:t>
            </w:r>
            <w:r>
              <w:rPr>
                <w:color w:val="000000"/>
              </w:rPr>
              <w:t xml:space="preserve">овою Кабінету Міністрів України </w:t>
            </w:r>
            <w:r w:rsidRPr="00697F5F">
              <w:rPr>
                <w:color w:val="000000"/>
              </w:rPr>
              <w:t>від 08.09.2009 № 694,  Наказом Міністерства агропромислового комплексу від 05.06.2012 № 325.</w:t>
            </w:r>
          </w:p>
          <w:p w:rsidR="00BA7906" w:rsidRDefault="00BA7906" w:rsidP="00B9354E">
            <w:pPr>
              <w:jc w:val="both"/>
            </w:pPr>
          </w:p>
          <w:p w:rsidR="00BA7906" w:rsidRPr="00697F5F" w:rsidRDefault="00BA7906" w:rsidP="00B9354E">
            <w:pPr>
              <w:jc w:val="both"/>
              <w:rPr>
                <w:color w:val="000000"/>
              </w:rPr>
            </w:pPr>
            <w:r>
              <w:rPr>
                <w:color w:val="000000"/>
              </w:rPr>
              <w:t xml:space="preserve">2. </w:t>
            </w:r>
            <w:r w:rsidRPr="00697F5F">
              <w:rPr>
                <w:color w:val="000000"/>
              </w:rPr>
              <w:t>З метою забезпечення підконтрольності особистого спілкування працівників відділу реєстрації сільськогосподарської техніки із замовниками послуг 04.06.2018 на апаратній нараді розглянуто питання щодо розподілу обов’язків між працівниками в частині: приймання документів стосовно реєстрації сільськогосподарської техніки здійснюється одним працівником відділу;</w:t>
            </w:r>
          </w:p>
          <w:p w:rsidR="00BA7906" w:rsidRPr="00697F5F" w:rsidRDefault="00BA7906" w:rsidP="00B9354E">
            <w:pPr>
              <w:jc w:val="both"/>
              <w:rPr>
                <w:color w:val="000000"/>
              </w:rPr>
            </w:pPr>
            <w:r w:rsidRPr="00697F5F">
              <w:rPr>
                <w:color w:val="000000"/>
              </w:rPr>
              <w:t xml:space="preserve">Підготовка свідоцтва про державну реєстрацію сільськогосподарської техніки </w:t>
            </w:r>
            <w:r w:rsidRPr="00697F5F">
              <w:rPr>
                <w:color w:val="000000"/>
              </w:rPr>
              <w:sym w:font="Symbol" w:char="F02D"/>
            </w:r>
            <w:r w:rsidRPr="00697F5F">
              <w:rPr>
                <w:color w:val="000000"/>
              </w:rPr>
              <w:t xml:space="preserve"> другим працівником;</w:t>
            </w:r>
          </w:p>
          <w:p w:rsidR="00BA7906" w:rsidRPr="00697F5F" w:rsidRDefault="00BA7906" w:rsidP="00B9354E">
            <w:pPr>
              <w:jc w:val="both"/>
              <w:rPr>
                <w:color w:val="000000"/>
              </w:rPr>
            </w:pPr>
            <w:r w:rsidRPr="00697F5F">
              <w:rPr>
                <w:color w:val="000000"/>
              </w:rPr>
              <w:t xml:space="preserve">Видача документів </w:t>
            </w:r>
            <w:r w:rsidRPr="00697F5F">
              <w:rPr>
                <w:color w:val="000000"/>
              </w:rPr>
              <w:sym w:font="Symbol" w:char="F02D"/>
            </w:r>
            <w:r w:rsidRPr="00697F5F">
              <w:rPr>
                <w:color w:val="000000"/>
              </w:rPr>
              <w:t xml:space="preserve"> третім працівником.</w:t>
            </w:r>
          </w:p>
          <w:p w:rsidR="00BA7906" w:rsidRPr="00FC0EDF" w:rsidRDefault="00BA7906" w:rsidP="00FC0EDF">
            <w:pPr>
              <w:ind w:right="-108"/>
              <w:textAlignment w:val="baseline"/>
            </w:pPr>
            <w:r w:rsidRPr="00697F5F">
              <w:rPr>
                <w:color w:val="000000"/>
              </w:rPr>
              <w:t>Протокол наради від 04.06.2018 №1.</w:t>
            </w:r>
          </w:p>
        </w:tc>
      </w:tr>
    </w:tbl>
    <w:p w:rsidR="00BA7906" w:rsidRPr="009710FE" w:rsidRDefault="00BA7906" w:rsidP="000956D0">
      <w:pPr>
        <w:shd w:val="clear" w:color="auto" w:fill="FFFFFF"/>
        <w:jc w:val="both"/>
        <w:textAlignment w:val="baseline"/>
      </w:pPr>
    </w:p>
    <w:sectPr w:rsidR="00BA7906" w:rsidRPr="009710FE" w:rsidSect="00100E90">
      <w:headerReference w:type="default" r:id="rId8"/>
      <w:footerReference w:type="default" r:id="rId9"/>
      <w:pgSz w:w="16838" w:h="11906" w:orient="landscape"/>
      <w:pgMar w:top="993"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906" w:rsidRDefault="00BA7906" w:rsidP="00F94863">
      <w:r>
        <w:separator/>
      </w:r>
    </w:p>
  </w:endnote>
  <w:endnote w:type="continuationSeparator" w:id="0">
    <w:p w:rsidR="00BA7906" w:rsidRDefault="00BA7906" w:rsidP="00F948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7906" w:rsidRDefault="00BA79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906" w:rsidRDefault="00BA7906" w:rsidP="00F94863">
      <w:r>
        <w:separator/>
      </w:r>
    </w:p>
  </w:footnote>
  <w:footnote w:type="continuationSeparator" w:id="0">
    <w:p w:rsidR="00BA7906" w:rsidRDefault="00BA7906" w:rsidP="00F948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0" w:name="_GoBack"/>
  <w:bookmarkEnd w:id="0"/>
  <w:p w:rsidR="00BA7906" w:rsidRDefault="00BA7906">
    <w:pPr>
      <w:pStyle w:val="Header"/>
      <w:jc w:val="center"/>
    </w:pPr>
    <w:r>
      <w:fldChar w:fldCharType="begin"/>
    </w:r>
    <w:r>
      <w:instrText>PAGE   \* MERGEFORMAT</w:instrText>
    </w:r>
    <w:r>
      <w:fldChar w:fldCharType="separate"/>
    </w:r>
    <w:r w:rsidRPr="006A5392">
      <w:rPr>
        <w:noProof/>
        <w:lang w:val="ru-RU"/>
      </w:rPr>
      <w:t>17</w:t>
    </w:r>
    <w:r>
      <w:fldChar w:fldCharType="end"/>
    </w:r>
  </w:p>
  <w:p w:rsidR="00BA7906" w:rsidRDefault="00BA79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507F5"/>
    <w:multiLevelType w:val="hybridMultilevel"/>
    <w:tmpl w:val="C2720A16"/>
    <w:lvl w:ilvl="0" w:tplc="ED44E780">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1">
    <w:nsid w:val="1866420E"/>
    <w:multiLevelType w:val="hybridMultilevel"/>
    <w:tmpl w:val="1F463EFC"/>
    <w:lvl w:ilvl="0" w:tplc="E2F68126">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2">
    <w:nsid w:val="1C1A521B"/>
    <w:multiLevelType w:val="hybridMultilevel"/>
    <w:tmpl w:val="D99266A6"/>
    <w:lvl w:ilvl="0" w:tplc="5EA4399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3">
    <w:nsid w:val="1EE85581"/>
    <w:multiLevelType w:val="hybridMultilevel"/>
    <w:tmpl w:val="A59019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C595007"/>
    <w:multiLevelType w:val="hybridMultilevel"/>
    <w:tmpl w:val="4AE0CB9E"/>
    <w:lvl w:ilvl="0" w:tplc="3E8E4AF0">
      <w:start w:val="1"/>
      <w:numFmt w:val="decimal"/>
      <w:lvlText w:val="%1."/>
      <w:lvlJc w:val="left"/>
      <w:pPr>
        <w:ind w:left="394" w:hanging="360"/>
      </w:pPr>
      <w:rPr>
        <w:rFonts w:hint="default"/>
      </w:rPr>
    </w:lvl>
    <w:lvl w:ilvl="1" w:tplc="04190019">
      <w:start w:val="1"/>
      <w:numFmt w:val="lowerLetter"/>
      <w:lvlText w:val="%2."/>
      <w:lvlJc w:val="left"/>
      <w:pPr>
        <w:ind w:left="1114" w:hanging="360"/>
      </w:pPr>
    </w:lvl>
    <w:lvl w:ilvl="2" w:tplc="0419001B">
      <w:start w:val="1"/>
      <w:numFmt w:val="lowerRoman"/>
      <w:lvlText w:val="%3."/>
      <w:lvlJc w:val="right"/>
      <w:pPr>
        <w:ind w:left="1834" w:hanging="180"/>
      </w:pPr>
    </w:lvl>
    <w:lvl w:ilvl="3" w:tplc="0419000F">
      <w:start w:val="1"/>
      <w:numFmt w:val="decimal"/>
      <w:lvlText w:val="%4."/>
      <w:lvlJc w:val="left"/>
      <w:pPr>
        <w:ind w:left="2554" w:hanging="360"/>
      </w:pPr>
    </w:lvl>
    <w:lvl w:ilvl="4" w:tplc="04190019">
      <w:start w:val="1"/>
      <w:numFmt w:val="lowerLetter"/>
      <w:lvlText w:val="%5."/>
      <w:lvlJc w:val="left"/>
      <w:pPr>
        <w:ind w:left="3274" w:hanging="360"/>
      </w:pPr>
    </w:lvl>
    <w:lvl w:ilvl="5" w:tplc="0419001B">
      <w:start w:val="1"/>
      <w:numFmt w:val="lowerRoman"/>
      <w:lvlText w:val="%6."/>
      <w:lvlJc w:val="right"/>
      <w:pPr>
        <w:ind w:left="3994" w:hanging="180"/>
      </w:pPr>
    </w:lvl>
    <w:lvl w:ilvl="6" w:tplc="0419000F">
      <w:start w:val="1"/>
      <w:numFmt w:val="decimal"/>
      <w:lvlText w:val="%7."/>
      <w:lvlJc w:val="left"/>
      <w:pPr>
        <w:ind w:left="4714" w:hanging="360"/>
      </w:pPr>
    </w:lvl>
    <w:lvl w:ilvl="7" w:tplc="04190019">
      <w:start w:val="1"/>
      <w:numFmt w:val="lowerLetter"/>
      <w:lvlText w:val="%8."/>
      <w:lvlJc w:val="left"/>
      <w:pPr>
        <w:ind w:left="5434" w:hanging="360"/>
      </w:pPr>
    </w:lvl>
    <w:lvl w:ilvl="8" w:tplc="0419001B">
      <w:start w:val="1"/>
      <w:numFmt w:val="lowerRoman"/>
      <w:lvlText w:val="%9."/>
      <w:lvlJc w:val="right"/>
      <w:pPr>
        <w:ind w:left="6154" w:hanging="180"/>
      </w:pPr>
    </w:lvl>
  </w:abstractNum>
  <w:abstractNum w:abstractNumId="5">
    <w:nsid w:val="600D0C84"/>
    <w:multiLevelType w:val="hybridMultilevel"/>
    <w:tmpl w:val="0534EC90"/>
    <w:lvl w:ilvl="0" w:tplc="8E64FC9E">
      <w:start w:val="1"/>
      <w:numFmt w:val="decimal"/>
      <w:lvlText w:val="%1."/>
      <w:lvlJc w:val="left"/>
      <w:pPr>
        <w:ind w:left="252" w:hanging="360"/>
      </w:pPr>
      <w:rPr>
        <w:rFonts w:hint="default"/>
      </w:rPr>
    </w:lvl>
    <w:lvl w:ilvl="1" w:tplc="04190019">
      <w:start w:val="1"/>
      <w:numFmt w:val="lowerLetter"/>
      <w:lvlText w:val="%2."/>
      <w:lvlJc w:val="left"/>
      <w:pPr>
        <w:ind w:left="972" w:hanging="360"/>
      </w:pPr>
    </w:lvl>
    <w:lvl w:ilvl="2" w:tplc="0419001B">
      <w:start w:val="1"/>
      <w:numFmt w:val="lowerRoman"/>
      <w:lvlText w:val="%3."/>
      <w:lvlJc w:val="right"/>
      <w:pPr>
        <w:ind w:left="1692" w:hanging="180"/>
      </w:pPr>
    </w:lvl>
    <w:lvl w:ilvl="3" w:tplc="0419000F">
      <w:start w:val="1"/>
      <w:numFmt w:val="decimal"/>
      <w:lvlText w:val="%4."/>
      <w:lvlJc w:val="left"/>
      <w:pPr>
        <w:ind w:left="2412" w:hanging="360"/>
      </w:pPr>
    </w:lvl>
    <w:lvl w:ilvl="4" w:tplc="04190019">
      <w:start w:val="1"/>
      <w:numFmt w:val="lowerLetter"/>
      <w:lvlText w:val="%5."/>
      <w:lvlJc w:val="left"/>
      <w:pPr>
        <w:ind w:left="3132" w:hanging="360"/>
      </w:pPr>
    </w:lvl>
    <w:lvl w:ilvl="5" w:tplc="0419001B">
      <w:start w:val="1"/>
      <w:numFmt w:val="lowerRoman"/>
      <w:lvlText w:val="%6."/>
      <w:lvlJc w:val="right"/>
      <w:pPr>
        <w:ind w:left="3852" w:hanging="180"/>
      </w:pPr>
    </w:lvl>
    <w:lvl w:ilvl="6" w:tplc="0419000F">
      <w:start w:val="1"/>
      <w:numFmt w:val="decimal"/>
      <w:lvlText w:val="%7."/>
      <w:lvlJc w:val="left"/>
      <w:pPr>
        <w:ind w:left="4572" w:hanging="360"/>
      </w:pPr>
    </w:lvl>
    <w:lvl w:ilvl="7" w:tplc="04190019">
      <w:start w:val="1"/>
      <w:numFmt w:val="lowerLetter"/>
      <w:lvlText w:val="%8."/>
      <w:lvlJc w:val="left"/>
      <w:pPr>
        <w:ind w:left="5292" w:hanging="360"/>
      </w:pPr>
    </w:lvl>
    <w:lvl w:ilvl="8" w:tplc="0419001B">
      <w:start w:val="1"/>
      <w:numFmt w:val="lowerRoman"/>
      <w:lvlText w:val="%9."/>
      <w:lvlJc w:val="right"/>
      <w:pPr>
        <w:ind w:left="6012" w:hanging="180"/>
      </w:pPr>
    </w:lvl>
  </w:abstractNum>
  <w:abstractNum w:abstractNumId="6">
    <w:nsid w:val="6A7F69BE"/>
    <w:multiLevelType w:val="hybridMultilevel"/>
    <w:tmpl w:val="4DA6565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3A55BDB"/>
    <w:multiLevelType w:val="hybridMultilevel"/>
    <w:tmpl w:val="9F9837A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2"/>
  </w:num>
  <w:num w:numId="4">
    <w:abstractNumId w:val="4"/>
  </w:num>
  <w:num w:numId="5">
    <w:abstractNumId w:val="1"/>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24DCE"/>
    <w:rsid w:val="00005D4D"/>
    <w:rsid w:val="00007B2B"/>
    <w:rsid w:val="0001589F"/>
    <w:rsid w:val="00023280"/>
    <w:rsid w:val="00024373"/>
    <w:rsid w:val="00025B04"/>
    <w:rsid w:val="00030E0A"/>
    <w:rsid w:val="00032C09"/>
    <w:rsid w:val="00051888"/>
    <w:rsid w:val="000601BF"/>
    <w:rsid w:val="000725DD"/>
    <w:rsid w:val="00094322"/>
    <w:rsid w:val="000956D0"/>
    <w:rsid w:val="000A6154"/>
    <w:rsid w:val="000B06F3"/>
    <w:rsid w:val="000B28E3"/>
    <w:rsid w:val="000D0ACC"/>
    <w:rsid w:val="000D56B1"/>
    <w:rsid w:val="000D69EF"/>
    <w:rsid w:val="000E6529"/>
    <w:rsid w:val="000F4061"/>
    <w:rsid w:val="000F7B79"/>
    <w:rsid w:val="00100E90"/>
    <w:rsid w:val="001014C5"/>
    <w:rsid w:val="0010444C"/>
    <w:rsid w:val="001131D2"/>
    <w:rsid w:val="00116BF3"/>
    <w:rsid w:val="00126051"/>
    <w:rsid w:val="00142264"/>
    <w:rsid w:val="001462F7"/>
    <w:rsid w:val="00150FC1"/>
    <w:rsid w:val="00154038"/>
    <w:rsid w:val="00166A3E"/>
    <w:rsid w:val="00181EDC"/>
    <w:rsid w:val="00192EAE"/>
    <w:rsid w:val="00195909"/>
    <w:rsid w:val="001C31F5"/>
    <w:rsid w:val="001D5B2C"/>
    <w:rsid w:val="00202B7F"/>
    <w:rsid w:val="0020370A"/>
    <w:rsid w:val="00206EB7"/>
    <w:rsid w:val="00210023"/>
    <w:rsid w:val="00220308"/>
    <w:rsid w:val="002209B7"/>
    <w:rsid w:val="00227CFA"/>
    <w:rsid w:val="00232153"/>
    <w:rsid w:val="00235053"/>
    <w:rsid w:val="00243092"/>
    <w:rsid w:val="00243196"/>
    <w:rsid w:val="00244E1A"/>
    <w:rsid w:val="00246BCD"/>
    <w:rsid w:val="00251639"/>
    <w:rsid w:val="00260E88"/>
    <w:rsid w:val="0027034F"/>
    <w:rsid w:val="002718D5"/>
    <w:rsid w:val="0028442C"/>
    <w:rsid w:val="002A7257"/>
    <w:rsid w:val="002B2C8B"/>
    <w:rsid w:val="002C50CD"/>
    <w:rsid w:val="002C50F4"/>
    <w:rsid w:val="002C5A7C"/>
    <w:rsid w:val="002D24B6"/>
    <w:rsid w:val="002E2266"/>
    <w:rsid w:val="002E5CFD"/>
    <w:rsid w:val="002F6CEF"/>
    <w:rsid w:val="00312AD5"/>
    <w:rsid w:val="003342B8"/>
    <w:rsid w:val="00337393"/>
    <w:rsid w:val="0034067B"/>
    <w:rsid w:val="00355232"/>
    <w:rsid w:val="003655B5"/>
    <w:rsid w:val="0037186E"/>
    <w:rsid w:val="00375B86"/>
    <w:rsid w:val="00375EDE"/>
    <w:rsid w:val="0039106F"/>
    <w:rsid w:val="0039550D"/>
    <w:rsid w:val="003B1038"/>
    <w:rsid w:val="003C3F3E"/>
    <w:rsid w:val="003C6F6A"/>
    <w:rsid w:val="003D27D6"/>
    <w:rsid w:val="003D6873"/>
    <w:rsid w:val="003E3D34"/>
    <w:rsid w:val="003F2898"/>
    <w:rsid w:val="004002CB"/>
    <w:rsid w:val="004115B8"/>
    <w:rsid w:val="00427ECA"/>
    <w:rsid w:val="00431813"/>
    <w:rsid w:val="00431FF5"/>
    <w:rsid w:val="00435B4A"/>
    <w:rsid w:val="004456CC"/>
    <w:rsid w:val="004465FE"/>
    <w:rsid w:val="00453491"/>
    <w:rsid w:val="004620BD"/>
    <w:rsid w:val="004760E7"/>
    <w:rsid w:val="00496786"/>
    <w:rsid w:val="004972F0"/>
    <w:rsid w:val="00497883"/>
    <w:rsid w:val="004A2385"/>
    <w:rsid w:val="004A5F95"/>
    <w:rsid w:val="004A7501"/>
    <w:rsid w:val="004B3A8E"/>
    <w:rsid w:val="004C3487"/>
    <w:rsid w:val="004E16F4"/>
    <w:rsid w:val="004E1FB4"/>
    <w:rsid w:val="004E6307"/>
    <w:rsid w:val="004E79C3"/>
    <w:rsid w:val="004F2DB8"/>
    <w:rsid w:val="00501861"/>
    <w:rsid w:val="00516F26"/>
    <w:rsid w:val="00551E19"/>
    <w:rsid w:val="00564412"/>
    <w:rsid w:val="00570EA8"/>
    <w:rsid w:val="005748B9"/>
    <w:rsid w:val="0057586E"/>
    <w:rsid w:val="00585B5A"/>
    <w:rsid w:val="0059221C"/>
    <w:rsid w:val="00594824"/>
    <w:rsid w:val="005D3912"/>
    <w:rsid w:val="005E77A4"/>
    <w:rsid w:val="005F0996"/>
    <w:rsid w:val="00615087"/>
    <w:rsid w:val="00620D90"/>
    <w:rsid w:val="00624DCE"/>
    <w:rsid w:val="00643419"/>
    <w:rsid w:val="006438D0"/>
    <w:rsid w:val="00644533"/>
    <w:rsid w:val="00653C5B"/>
    <w:rsid w:val="006600C8"/>
    <w:rsid w:val="00663333"/>
    <w:rsid w:val="00673A7C"/>
    <w:rsid w:val="006740F2"/>
    <w:rsid w:val="00681454"/>
    <w:rsid w:val="00692BA2"/>
    <w:rsid w:val="00697F5F"/>
    <w:rsid w:val="006A4298"/>
    <w:rsid w:val="006A5392"/>
    <w:rsid w:val="006B1A5D"/>
    <w:rsid w:val="006B202B"/>
    <w:rsid w:val="006B796A"/>
    <w:rsid w:val="006C18A2"/>
    <w:rsid w:val="006D4FB1"/>
    <w:rsid w:val="006E1121"/>
    <w:rsid w:val="006E362C"/>
    <w:rsid w:val="006E5279"/>
    <w:rsid w:val="006E5653"/>
    <w:rsid w:val="007014DF"/>
    <w:rsid w:val="0071009D"/>
    <w:rsid w:val="00715B65"/>
    <w:rsid w:val="00717962"/>
    <w:rsid w:val="00730437"/>
    <w:rsid w:val="00731B71"/>
    <w:rsid w:val="00765689"/>
    <w:rsid w:val="007822AC"/>
    <w:rsid w:val="0079318A"/>
    <w:rsid w:val="00793EB6"/>
    <w:rsid w:val="00797B2A"/>
    <w:rsid w:val="007A04AB"/>
    <w:rsid w:val="007A078E"/>
    <w:rsid w:val="007B46DC"/>
    <w:rsid w:val="007C0ACC"/>
    <w:rsid w:val="007D6405"/>
    <w:rsid w:val="007E1706"/>
    <w:rsid w:val="007E38D0"/>
    <w:rsid w:val="007F5839"/>
    <w:rsid w:val="00801E11"/>
    <w:rsid w:val="008021CB"/>
    <w:rsid w:val="00804298"/>
    <w:rsid w:val="008063C4"/>
    <w:rsid w:val="00806E07"/>
    <w:rsid w:val="0084250D"/>
    <w:rsid w:val="0085126F"/>
    <w:rsid w:val="00862742"/>
    <w:rsid w:val="0087152F"/>
    <w:rsid w:val="00876550"/>
    <w:rsid w:val="00883694"/>
    <w:rsid w:val="00897678"/>
    <w:rsid w:val="008A190E"/>
    <w:rsid w:val="008B5D59"/>
    <w:rsid w:val="008D689E"/>
    <w:rsid w:val="008D6E64"/>
    <w:rsid w:val="008E4513"/>
    <w:rsid w:val="008F2865"/>
    <w:rsid w:val="008F6D7B"/>
    <w:rsid w:val="00901B1F"/>
    <w:rsid w:val="00904741"/>
    <w:rsid w:val="00907C79"/>
    <w:rsid w:val="0091055C"/>
    <w:rsid w:val="00921F5D"/>
    <w:rsid w:val="0093589F"/>
    <w:rsid w:val="00955278"/>
    <w:rsid w:val="009553AD"/>
    <w:rsid w:val="00955711"/>
    <w:rsid w:val="00961BE0"/>
    <w:rsid w:val="009653E9"/>
    <w:rsid w:val="009710FE"/>
    <w:rsid w:val="0097677A"/>
    <w:rsid w:val="0098395A"/>
    <w:rsid w:val="00984EBD"/>
    <w:rsid w:val="00993F81"/>
    <w:rsid w:val="009D119A"/>
    <w:rsid w:val="009F36C6"/>
    <w:rsid w:val="00A0228B"/>
    <w:rsid w:val="00A04811"/>
    <w:rsid w:val="00A07B06"/>
    <w:rsid w:val="00A106F3"/>
    <w:rsid w:val="00A1240C"/>
    <w:rsid w:val="00A14AA9"/>
    <w:rsid w:val="00A27C07"/>
    <w:rsid w:val="00A413F3"/>
    <w:rsid w:val="00A41BC7"/>
    <w:rsid w:val="00A4261E"/>
    <w:rsid w:val="00A478B9"/>
    <w:rsid w:val="00A56FC5"/>
    <w:rsid w:val="00A576B5"/>
    <w:rsid w:val="00A7025E"/>
    <w:rsid w:val="00A73149"/>
    <w:rsid w:val="00A86044"/>
    <w:rsid w:val="00A92350"/>
    <w:rsid w:val="00A974B5"/>
    <w:rsid w:val="00A97ACF"/>
    <w:rsid w:val="00AA414C"/>
    <w:rsid w:val="00AB12C7"/>
    <w:rsid w:val="00AB5AE9"/>
    <w:rsid w:val="00AC1940"/>
    <w:rsid w:val="00AD124B"/>
    <w:rsid w:val="00AE4423"/>
    <w:rsid w:val="00AF2597"/>
    <w:rsid w:val="00AF7B53"/>
    <w:rsid w:val="00B013ED"/>
    <w:rsid w:val="00B01DD1"/>
    <w:rsid w:val="00B02456"/>
    <w:rsid w:val="00B051FF"/>
    <w:rsid w:val="00B10CF3"/>
    <w:rsid w:val="00B254EB"/>
    <w:rsid w:val="00B30666"/>
    <w:rsid w:val="00B339FF"/>
    <w:rsid w:val="00B3513C"/>
    <w:rsid w:val="00B432CC"/>
    <w:rsid w:val="00B548B8"/>
    <w:rsid w:val="00B709D8"/>
    <w:rsid w:val="00B82144"/>
    <w:rsid w:val="00B8237C"/>
    <w:rsid w:val="00B91792"/>
    <w:rsid w:val="00B9354E"/>
    <w:rsid w:val="00B944CA"/>
    <w:rsid w:val="00B95989"/>
    <w:rsid w:val="00B9655C"/>
    <w:rsid w:val="00BA7906"/>
    <w:rsid w:val="00BB2888"/>
    <w:rsid w:val="00BC52A0"/>
    <w:rsid w:val="00BF19AC"/>
    <w:rsid w:val="00BF27EB"/>
    <w:rsid w:val="00C000C6"/>
    <w:rsid w:val="00C0141A"/>
    <w:rsid w:val="00C06EDD"/>
    <w:rsid w:val="00C101F2"/>
    <w:rsid w:val="00C30FE8"/>
    <w:rsid w:val="00C3183C"/>
    <w:rsid w:val="00C375CD"/>
    <w:rsid w:val="00C50E86"/>
    <w:rsid w:val="00C516A4"/>
    <w:rsid w:val="00C53144"/>
    <w:rsid w:val="00C5742B"/>
    <w:rsid w:val="00C63769"/>
    <w:rsid w:val="00C6417B"/>
    <w:rsid w:val="00C71BF1"/>
    <w:rsid w:val="00C75C55"/>
    <w:rsid w:val="00C826E8"/>
    <w:rsid w:val="00C95491"/>
    <w:rsid w:val="00C9650E"/>
    <w:rsid w:val="00CA0F93"/>
    <w:rsid w:val="00CA4E02"/>
    <w:rsid w:val="00CB4990"/>
    <w:rsid w:val="00CB6F12"/>
    <w:rsid w:val="00CB73C5"/>
    <w:rsid w:val="00CD01E1"/>
    <w:rsid w:val="00CE27C1"/>
    <w:rsid w:val="00CE3A1E"/>
    <w:rsid w:val="00D01D3E"/>
    <w:rsid w:val="00D01DA6"/>
    <w:rsid w:val="00D1184F"/>
    <w:rsid w:val="00D1524B"/>
    <w:rsid w:val="00D161ED"/>
    <w:rsid w:val="00D30CC3"/>
    <w:rsid w:val="00D4618D"/>
    <w:rsid w:val="00D66FA3"/>
    <w:rsid w:val="00D71344"/>
    <w:rsid w:val="00D72A46"/>
    <w:rsid w:val="00D73268"/>
    <w:rsid w:val="00D735A9"/>
    <w:rsid w:val="00D75B37"/>
    <w:rsid w:val="00D802ED"/>
    <w:rsid w:val="00DA7BC3"/>
    <w:rsid w:val="00DB2B8A"/>
    <w:rsid w:val="00DC41F6"/>
    <w:rsid w:val="00E10C84"/>
    <w:rsid w:val="00E11D31"/>
    <w:rsid w:val="00E148E4"/>
    <w:rsid w:val="00E16915"/>
    <w:rsid w:val="00E231CA"/>
    <w:rsid w:val="00E24DDE"/>
    <w:rsid w:val="00E43C51"/>
    <w:rsid w:val="00E64E50"/>
    <w:rsid w:val="00E73899"/>
    <w:rsid w:val="00E836C8"/>
    <w:rsid w:val="00E83A14"/>
    <w:rsid w:val="00EA5526"/>
    <w:rsid w:val="00EC2CC2"/>
    <w:rsid w:val="00EC3217"/>
    <w:rsid w:val="00EC3F18"/>
    <w:rsid w:val="00EE53C7"/>
    <w:rsid w:val="00EF1EAA"/>
    <w:rsid w:val="00F006CA"/>
    <w:rsid w:val="00F12DE1"/>
    <w:rsid w:val="00F17DB3"/>
    <w:rsid w:val="00F24882"/>
    <w:rsid w:val="00F24929"/>
    <w:rsid w:val="00F260BD"/>
    <w:rsid w:val="00F41706"/>
    <w:rsid w:val="00F5149B"/>
    <w:rsid w:val="00F542CA"/>
    <w:rsid w:val="00F5651E"/>
    <w:rsid w:val="00F61C09"/>
    <w:rsid w:val="00F640FC"/>
    <w:rsid w:val="00F6410A"/>
    <w:rsid w:val="00F71743"/>
    <w:rsid w:val="00F71A42"/>
    <w:rsid w:val="00F833AA"/>
    <w:rsid w:val="00F93088"/>
    <w:rsid w:val="00F94863"/>
    <w:rsid w:val="00FA147D"/>
    <w:rsid w:val="00FB3703"/>
    <w:rsid w:val="00FB4414"/>
    <w:rsid w:val="00FC0EDF"/>
    <w:rsid w:val="00FC38CD"/>
    <w:rsid w:val="00FD241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2C09"/>
    <w:rPr>
      <w:rFonts w:ascii="Times New Roman" w:eastAsia="Times New Roman" w:hAnsi="Times New Roman"/>
      <w:sz w:val="24"/>
      <w:szCs w:val="24"/>
      <w:lang w:eastAsia="ru-RU"/>
    </w:rPr>
  </w:style>
  <w:style w:type="paragraph" w:styleId="Heading1">
    <w:name w:val="heading 1"/>
    <w:basedOn w:val="Normal"/>
    <w:next w:val="Normal"/>
    <w:link w:val="Heading1Char"/>
    <w:uiPriority w:val="99"/>
    <w:qFormat/>
    <w:rsid w:val="00FC0EDF"/>
    <w:pPr>
      <w:keepNext/>
      <w:keepLines/>
      <w:spacing w:before="480"/>
      <w:outlineLvl w:val="0"/>
    </w:pPr>
    <w:rPr>
      <w:rFonts w:ascii="Cambria"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0EDF"/>
    <w:rPr>
      <w:rFonts w:ascii="Cambria" w:hAnsi="Cambria" w:cs="Cambria"/>
      <w:b/>
      <w:bCs/>
      <w:color w:val="365F91"/>
      <w:sz w:val="28"/>
      <w:szCs w:val="28"/>
      <w:lang w:val="uk-UA" w:eastAsia="ru-RU"/>
    </w:rPr>
  </w:style>
  <w:style w:type="paragraph" w:customStyle="1" w:styleId="rvps2">
    <w:name w:val="rvps2"/>
    <w:basedOn w:val="Normal"/>
    <w:uiPriority w:val="99"/>
    <w:rsid w:val="00032C09"/>
    <w:pPr>
      <w:spacing w:before="100" w:beforeAutospacing="1" w:after="100" w:afterAutospacing="1"/>
    </w:pPr>
    <w:rPr>
      <w:lang w:val="ru-RU"/>
    </w:rPr>
  </w:style>
  <w:style w:type="paragraph" w:styleId="Header">
    <w:name w:val="header"/>
    <w:basedOn w:val="Normal"/>
    <w:link w:val="HeaderChar"/>
    <w:uiPriority w:val="99"/>
    <w:rsid w:val="00F94863"/>
    <w:pPr>
      <w:tabs>
        <w:tab w:val="center" w:pos="4677"/>
        <w:tab w:val="right" w:pos="9355"/>
      </w:tabs>
    </w:pPr>
  </w:style>
  <w:style w:type="character" w:customStyle="1" w:styleId="HeaderChar">
    <w:name w:val="Header Char"/>
    <w:basedOn w:val="DefaultParagraphFont"/>
    <w:link w:val="Header"/>
    <w:uiPriority w:val="99"/>
    <w:locked/>
    <w:rsid w:val="00F94863"/>
    <w:rPr>
      <w:rFonts w:ascii="Times New Roman" w:hAnsi="Times New Roman" w:cs="Times New Roman"/>
      <w:sz w:val="24"/>
      <w:szCs w:val="24"/>
      <w:lang w:val="uk-UA" w:eastAsia="ru-RU"/>
    </w:rPr>
  </w:style>
  <w:style w:type="paragraph" w:styleId="Footer">
    <w:name w:val="footer"/>
    <w:basedOn w:val="Normal"/>
    <w:link w:val="FooterChar"/>
    <w:uiPriority w:val="99"/>
    <w:rsid w:val="00F94863"/>
    <w:pPr>
      <w:tabs>
        <w:tab w:val="center" w:pos="4677"/>
        <w:tab w:val="right" w:pos="9355"/>
      </w:tabs>
    </w:pPr>
  </w:style>
  <w:style w:type="character" w:customStyle="1" w:styleId="FooterChar">
    <w:name w:val="Footer Char"/>
    <w:basedOn w:val="DefaultParagraphFont"/>
    <w:link w:val="Footer"/>
    <w:uiPriority w:val="99"/>
    <w:locked/>
    <w:rsid w:val="00F94863"/>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B944C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944CA"/>
    <w:rPr>
      <w:rFonts w:ascii="Tahoma" w:hAnsi="Tahoma" w:cs="Tahoma"/>
      <w:sz w:val="16"/>
      <w:szCs w:val="16"/>
      <w:lang w:val="uk-UA" w:eastAsia="ru-RU"/>
    </w:rPr>
  </w:style>
  <w:style w:type="paragraph" w:styleId="ListParagraph">
    <w:name w:val="List Paragraph"/>
    <w:basedOn w:val="Normal"/>
    <w:uiPriority w:val="99"/>
    <w:qFormat/>
    <w:rsid w:val="00AC1940"/>
    <w:pPr>
      <w:ind w:left="720"/>
    </w:pPr>
  </w:style>
  <w:style w:type="character" w:customStyle="1" w:styleId="rvts9">
    <w:name w:val="rvts9"/>
    <w:basedOn w:val="DefaultParagraphFont"/>
    <w:uiPriority w:val="99"/>
    <w:rsid w:val="00FC0EDF"/>
  </w:style>
  <w:style w:type="character" w:customStyle="1" w:styleId="apple-converted-space">
    <w:name w:val="apple-converted-space"/>
    <w:basedOn w:val="DefaultParagraphFont"/>
    <w:uiPriority w:val="99"/>
    <w:rsid w:val="00FC0EDF"/>
  </w:style>
  <w:style w:type="character" w:styleId="Hyperlink">
    <w:name w:val="Hyperlink"/>
    <w:basedOn w:val="DefaultParagraphFont"/>
    <w:uiPriority w:val="99"/>
    <w:semiHidden/>
    <w:rsid w:val="00FC0ED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2.rada.gov.ua/laws/show/1700-18/paran2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171</TotalTime>
  <Pages>17</Pages>
  <Words>21609</Words>
  <Characters>12318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Додаток </dc:title>
  <dc:subject/>
  <dc:creator>user5262</dc:creator>
  <cp:keywords/>
  <dc:description/>
  <cp:lastModifiedBy>Татьяна</cp:lastModifiedBy>
  <cp:revision>51</cp:revision>
  <cp:lastPrinted>2019-01-08T14:02:00Z</cp:lastPrinted>
  <dcterms:created xsi:type="dcterms:W3CDTF">2019-01-08T08:23:00Z</dcterms:created>
  <dcterms:modified xsi:type="dcterms:W3CDTF">2019-01-09T07:07:00Z</dcterms:modified>
</cp:coreProperties>
</file>